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0805E3B9" w14:textId="77777777" w:rsidTr="00F862D6">
        <w:tc>
          <w:tcPr>
            <w:tcW w:w="1020" w:type="dxa"/>
          </w:tcPr>
          <w:p w14:paraId="1C5A3FBC" w14:textId="77777777" w:rsidR="00F64786" w:rsidRPr="001A6F12" w:rsidRDefault="00F64786" w:rsidP="0077673A">
            <w:pPr>
              <w:rPr>
                <w:szCs w:val="14"/>
              </w:rPr>
            </w:pPr>
          </w:p>
        </w:tc>
        <w:tc>
          <w:tcPr>
            <w:tcW w:w="2552" w:type="dxa"/>
          </w:tcPr>
          <w:p w14:paraId="4D4BD25B" w14:textId="77777777" w:rsidR="00F64786" w:rsidRPr="001A6F12" w:rsidRDefault="00F64786" w:rsidP="0077673A">
            <w:pPr>
              <w:rPr>
                <w:szCs w:val="14"/>
              </w:rPr>
            </w:pPr>
          </w:p>
        </w:tc>
        <w:tc>
          <w:tcPr>
            <w:tcW w:w="823" w:type="dxa"/>
          </w:tcPr>
          <w:p w14:paraId="70D1DCB3" w14:textId="77777777" w:rsidR="00F64786" w:rsidRPr="001A6F12" w:rsidRDefault="00F64786" w:rsidP="0077673A">
            <w:pPr>
              <w:rPr>
                <w:szCs w:val="14"/>
              </w:rPr>
            </w:pPr>
          </w:p>
        </w:tc>
        <w:tc>
          <w:tcPr>
            <w:tcW w:w="3685" w:type="dxa"/>
          </w:tcPr>
          <w:p w14:paraId="3E0CB198" w14:textId="77777777" w:rsidR="00F64786" w:rsidRPr="001A6F12" w:rsidRDefault="00F64786" w:rsidP="0077673A">
            <w:pPr>
              <w:rPr>
                <w:szCs w:val="14"/>
              </w:rPr>
            </w:pPr>
          </w:p>
        </w:tc>
      </w:tr>
      <w:tr w:rsidR="00F862D6" w:rsidRPr="001A6F12" w14:paraId="6AFBB62D" w14:textId="77777777" w:rsidTr="00596C7E">
        <w:tc>
          <w:tcPr>
            <w:tcW w:w="1020" w:type="dxa"/>
          </w:tcPr>
          <w:p w14:paraId="64FDD8F7" w14:textId="77777777" w:rsidR="00F862D6" w:rsidRPr="001A6F12" w:rsidRDefault="00F862D6" w:rsidP="0077673A">
            <w:pPr>
              <w:rPr>
                <w:szCs w:val="14"/>
              </w:rPr>
            </w:pPr>
          </w:p>
        </w:tc>
        <w:tc>
          <w:tcPr>
            <w:tcW w:w="2552" w:type="dxa"/>
          </w:tcPr>
          <w:p w14:paraId="797974BD" w14:textId="77777777" w:rsidR="00F862D6" w:rsidRPr="001A6F12" w:rsidRDefault="00F862D6" w:rsidP="00764595">
            <w:pPr>
              <w:rPr>
                <w:szCs w:val="14"/>
              </w:rPr>
            </w:pPr>
          </w:p>
        </w:tc>
        <w:tc>
          <w:tcPr>
            <w:tcW w:w="823" w:type="dxa"/>
          </w:tcPr>
          <w:p w14:paraId="43805DE9" w14:textId="77777777" w:rsidR="00F862D6" w:rsidRPr="001A6F12" w:rsidRDefault="00F862D6" w:rsidP="0077673A">
            <w:pPr>
              <w:rPr>
                <w:szCs w:val="14"/>
              </w:rPr>
            </w:pPr>
          </w:p>
        </w:tc>
        <w:tc>
          <w:tcPr>
            <w:tcW w:w="3685" w:type="dxa"/>
            <w:vMerge w:val="restart"/>
          </w:tcPr>
          <w:p w14:paraId="2E9F992C" w14:textId="77777777" w:rsidR="00596C7E" w:rsidRPr="001A6F12" w:rsidRDefault="00596C7E" w:rsidP="00596C7E">
            <w:pPr>
              <w:rPr>
                <w:rStyle w:val="Potovnadresa"/>
                <w:sz w:val="14"/>
                <w:szCs w:val="14"/>
              </w:rPr>
            </w:pPr>
          </w:p>
          <w:p w14:paraId="3BC40B8B" w14:textId="77777777" w:rsidR="00F862D6" w:rsidRPr="001A6F12" w:rsidRDefault="00540AA9" w:rsidP="00596C7E">
            <w:pPr>
              <w:rPr>
                <w:rStyle w:val="Potovnadresa"/>
                <w:sz w:val="14"/>
                <w:szCs w:val="14"/>
              </w:rPr>
            </w:pPr>
            <w:r>
              <w:rPr>
                <w:b/>
                <w:sz w:val="18"/>
              </w:rPr>
              <w:t>Uveřejněno na profilu zadavatele</w:t>
            </w:r>
          </w:p>
        </w:tc>
      </w:tr>
      <w:tr w:rsidR="00F862D6" w:rsidRPr="001A6F12" w14:paraId="41432C66" w14:textId="77777777" w:rsidTr="00F862D6">
        <w:tc>
          <w:tcPr>
            <w:tcW w:w="1020" w:type="dxa"/>
          </w:tcPr>
          <w:p w14:paraId="5588BEA7" w14:textId="77777777" w:rsidR="00F862D6" w:rsidRPr="001A6F12" w:rsidRDefault="00F862D6" w:rsidP="0077673A">
            <w:pPr>
              <w:rPr>
                <w:szCs w:val="14"/>
              </w:rPr>
            </w:pPr>
            <w:r w:rsidRPr="001A6F12">
              <w:rPr>
                <w:szCs w:val="14"/>
              </w:rPr>
              <w:t>Naše zn.</w:t>
            </w:r>
          </w:p>
        </w:tc>
        <w:tc>
          <w:tcPr>
            <w:tcW w:w="2552" w:type="dxa"/>
          </w:tcPr>
          <w:p w14:paraId="7A06F27E" w14:textId="77777777" w:rsidR="00F862D6" w:rsidRPr="001A6F12" w:rsidRDefault="00540AA9" w:rsidP="0037111D">
            <w:pPr>
              <w:rPr>
                <w:szCs w:val="14"/>
              </w:rPr>
            </w:pPr>
            <w:r w:rsidRPr="00540AA9">
              <w:rPr>
                <w:szCs w:val="14"/>
              </w:rPr>
              <w:t>12136/2022-SŽ-SSV-Ú3</w:t>
            </w:r>
          </w:p>
        </w:tc>
        <w:tc>
          <w:tcPr>
            <w:tcW w:w="823" w:type="dxa"/>
          </w:tcPr>
          <w:p w14:paraId="7791C634" w14:textId="77777777" w:rsidR="00F862D6" w:rsidRPr="001A6F12" w:rsidRDefault="00F862D6" w:rsidP="0077673A">
            <w:pPr>
              <w:rPr>
                <w:szCs w:val="14"/>
              </w:rPr>
            </w:pPr>
          </w:p>
        </w:tc>
        <w:tc>
          <w:tcPr>
            <w:tcW w:w="3685" w:type="dxa"/>
            <w:vMerge/>
          </w:tcPr>
          <w:p w14:paraId="2E6DB19A" w14:textId="77777777" w:rsidR="00F862D6" w:rsidRPr="001A6F12" w:rsidRDefault="00F862D6" w:rsidP="0077673A">
            <w:pPr>
              <w:rPr>
                <w:szCs w:val="14"/>
              </w:rPr>
            </w:pPr>
          </w:p>
        </w:tc>
      </w:tr>
      <w:tr w:rsidR="00F862D6" w:rsidRPr="001A6F12" w14:paraId="58B0CF0D" w14:textId="77777777" w:rsidTr="00F862D6">
        <w:tc>
          <w:tcPr>
            <w:tcW w:w="1020" w:type="dxa"/>
          </w:tcPr>
          <w:p w14:paraId="490B1B86" w14:textId="77777777" w:rsidR="00F862D6" w:rsidRPr="001A6F12" w:rsidRDefault="00F862D6" w:rsidP="0077673A">
            <w:pPr>
              <w:rPr>
                <w:szCs w:val="14"/>
              </w:rPr>
            </w:pPr>
            <w:r w:rsidRPr="001A6F12">
              <w:rPr>
                <w:szCs w:val="14"/>
              </w:rPr>
              <w:t>Listů/příloh</w:t>
            </w:r>
          </w:p>
        </w:tc>
        <w:tc>
          <w:tcPr>
            <w:tcW w:w="2552" w:type="dxa"/>
          </w:tcPr>
          <w:p w14:paraId="4A2BAEAF" w14:textId="77777777" w:rsidR="00F862D6" w:rsidRPr="001A6F12" w:rsidRDefault="00540AA9" w:rsidP="00CC1E2B">
            <w:pPr>
              <w:rPr>
                <w:szCs w:val="14"/>
              </w:rPr>
            </w:pPr>
            <w:r>
              <w:rPr>
                <w:szCs w:val="14"/>
              </w:rPr>
              <w:t>18/4</w:t>
            </w:r>
          </w:p>
        </w:tc>
        <w:tc>
          <w:tcPr>
            <w:tcW w:w="823" w:type="dxa"/>
          </w:tcPr>
          <w:p w14:paraId="08D94299" w14:textId="77777777" w:rsidR="00F862D6" w:rsidRPr="001A6F12" w:rsidRDefault="00F862D6" w:rsidP="0077673A">
            <w:pPr>
              <w:rPr>
                <w:szCs w:val="14"/>
              </w:rPr>
            </w:pPr>
          </w:p>
        </w:tc>
        <w:tc>
          <w:tcPr>
            <w:tcW w:w="3685" w:type="dxa"/>
            <w:vMerge/>
          </w:tcPr>
          <w:p w14:paraId="11DCA4F4" w14:textId="77777777" w:rsidR="00F862D6" w:rsidRPr="001A6F12" w:rsidRDefault="00F862D6" w:rsidP="0077673A">
            <w:pPr>
              <w:rPr>
                <w:noProof/>
                <w:szCs w:val="14"/>
              </w:rPr>
            </w:pPr>
          </w:p>
        </w:tc>
      </w:tr>
      <w:tr w:rsidR="00F862D6" w:rsidRPr="001A6F12" w14:paraId="21D8711A" w14:textId="77777777" w:rsidTr="00B23CA3">
        <w:trPr>
          <w:trHeight w:val="77"/>
        </w:trPr>
        <w:tc>
          <w:tcPr>
            <w:tcW w:w="1020" w:type="dxa"/>
          </w:tcPr>
          <w:p w14:paraId="1203F839" w14:textId="77777777" w:rsidR="00F862D6" w:rsidRPr="001A6F12" w:rsidRDefault="00F862D6" w:rsidP="0077673A">
            <w:pPr>
              <w:rPr>
                <w:szCs w:val="14"/>
              </w:rPr>
            </w:pPr>
          </w:p>
        </w:tc>
        <w:tc>
          <w:tcPr>
            <w:tcW w:w="2552" w:type="dxa"/>
          </w:tcPr>
          <w:p w14:paraId="3D5655A9" w14:textId="77777777" w:rsidR="00F862D6" w:rsidRPr="001A6F12" w:rsidRDefault="00F862D6" w:rsidP="0077673A">
            <w:pPr>
              <w:rPr>
                <w:szCs w:val="14"/>
              </w:rPr>
            </w:pPr>
          </w:p>
        </w:tc>
        <w:tc>
          <w:tcPr>
            <w:tcW w:w="823" w:type="dxa"/>
          </w:tcPr>
          <w:p w14:paraId="3420FBA7" w14:textId="77777777" w:rsidR="00F862D6" w:rsidRPr="001A6F12" w:rsidRDefault="00F862D6" w:rsidP="0077673A">
            <w:pPr>
              <w:rPr>
                <w:szCs w:val="14"/>
              </w:rPr>
            </w:pPr>
          </w:p>
        </w:tc>
        <w:tc>
          <w:tcPr>
            <w:tcW w:w="3685" w:type="dxa"/>
            <w:vMerge/>
          </w:tcPr>
          <w:p w14:paraId="7063058A" w14:textId="77777777" w:rsidR="00F862D6" w:rsidRPr="001A6F12" w:rsidRDefault="00F862D6" w:rsidP="0077673A">
            <w:pPr>
              <w:rPr>
                <w:szCs w:val="14"/>
              </w:rPr>
            </w:pPr>
          </w:p>
        </w:tc>
      </w:tr>
      <w:tr w:rsidR="00F862D6" w:rsidRPr="001A6F12" w14:paraId="5D7C2EC4" w14:textId="77777777" w:rsidTr="00F862D6">
        <w:tc>
          <w:tcPr>
            <w:tcW w:w="1020" w:type="dxa"/>
          </w:tcPr>
          <w:p w14:paraId="0777B091" w14:textId="77777777" w:rsidR="00F862D6" w:rsidRPr="001A6F12" w:rsidRDefault="00F862D6" w:rsidP="0077673A">
            <w:pPr>
              <w:rPr>
                <w:szCs w:val="14"/>
              </w:rPr>
            </w:pPr>
            <w:r w:rsidRPr="001A6F12">
              <w:rPr>
                <w:szCs w:val="14"/>
              </w:rPr>
              <w:t>Vyřizuje</w:t>
            </w:r>
          </w:p>
        </w:tc>
        <w:tc>
          <w:tcPr>
            <w:tcW w:w="2552" w:type="dxa"/>
          </w:tcPr>
          <w:p w14:paraId="15BD4E0B" w14:textId="77777777" w:rsidR="00F862D6" w:rsidRPr="001A6F12" w:rsidRDefault="00540AA9" w:rsidP="00FE3455">
            <w:pPr>
              <w:rPr>
                <w:szCs w:val="14"/>
              </w:rPr>
            </w:pPr>
            <w:r>
              <w:rPr>
                <w:szCs w:val="14"/>
              </w:rPr>
              <w:t>Ing. Kamila Přerovská</w:t>
            </w:r>
          </w:p>
        </w:tc>
        <w:tc>
          <w:tcPr>
            <w:tcW w:w="823" w:type="dxa"/>
          </w:tcPr>
          <w:p w14:paraId="1A67CBA6" w14:textId="77777777" w:rsidR="00F862D6" w:rsidRPr="001A6F12" w:rsidRDefault="00F862D6" w:rsidP="0077673A">
            <w:pPr>
              <w:rPr>
                <w:szCs w:val="14"/>
              </w:rPr>
            </w:pPr>
          </w:p>
        </w:tc>
        <w:tc>
          <w:tcPr>
            <w:tcW w:w="3685" w:type="dxa"/>
            <w:vMerge/>
          </w:tcPr>
          <w:p w14:paraId="1AFC5601" w14:textId="77777777" w:rsidR="00F862D6" w:rsidRPr="001A6F12" w:rsidRDefault="00F862D6" w:rsidP="0077673A">
            <w:pPr>
              <w:rPr>
                <w:szCs w:val="14"/>
              </w:rPr>
            </w:pPr>
          </w:p>
        </w:tc>
      </w:tr>
      <w:tr w:rsidR="009A7568" w:rsidRPr="001A6F12" w14:paraId="6245CB96" w14:textId="77777777" w:rsidTr="00F862D6">
        <w:tc>
          <w:tcPr>
            <w:tcW w:w="1020" w:type="dxa"/>
          </w:tcPr>
          <w:p w14:paraId="001AFD35" w14:textId="77777777" w:rsidR="009A7568" w:rsidRPr="001A6F12" w:rsidRDefault="009A7568" w:rsidP="009A7568">
            <w:pPr>
              <w:rPr>
                <w:szCs w:val="14"/>
              </w:rPr>
            </w:pPr>
          </w:p>
        </w:tc>
        <w:tc>
          <w:tcPr>
            <w:tcW w:w="2552" w:type="dxa"/>
          </w:tcPr>
          <w:p w14:paraId="2670923A" w14:textId="77777777" w:rsidR="009A7568" w:rsidRPr="001A6F12" w:rsidRDefault="009A7568" w:rsidP="009A7568">
            <w:pPr>
              <w:rPr>
                <w:szCs w:val="14"/>
              </w:rPr>
            </w:pPr>
          </w:p>
        </w:tc>
        <w:tc>
          <w:tcPr>
            <w:tcW w:w="823" w:type="dxa"/>
          </w:tcPr>
          <w:p w14:paraId="47A688D9" w14:textId="77777777" w:rsidR="009A7568" w:rsidRPr="001A6F12" w:rsidRDefault="009A7568" w:rsidP="009A7568">
            <w:pPr>
              <w:rPr>
                <w:szCs w:val="14"/>
              </w:rPr>
            </w:pPr>
          </w:p>
        </w:tc>
        <w:tc>
          <w:tcPr>
            <w:tcW w:w="3685" w:type="dxa"/>
            <w:vMerge/>
          </w:tcPr>
          <w:p w14:paraId="5ADCC386" w14:textId="77777777" w:rsidR="009A7568" w:rsidRPr="001A6F12" w:rsidRDefault="009A7568" w:rsidP="009A7568">
            <w:pPr>
              <w:rPr>
                <w:szCs w:val="14"/>
              </w:rPr>
            </w:pPr>
          </w:p>
        </w:tc>
      </w:tr>
      <w:tr w:rsidR="009A7568" w:rsidRPr="001A6F12" w14:paraId="02C2A88F" w14:textId="77777777" w:rsidTr="00F862D6">
        <w:tc>
          <w:tcPr>
            <w:tcW w:w="1020" w:type="dxa"/>
          </w:tcPr>
          <w:p w14:paraId="2AA02684" w14:textId="77777777" w:rsidR="009A7568" w:rsidRPr="001A6F12" w:rsidRDefault="009A7568" w:rsidP="009A7568">
            <w:pPr>
              <w:rPr>
                <w:szCs w:val="14"/>
              </w:rPr>
            </w:pPr>
            <w:r w:rsidRPr="001A6F12">
              <w:rPr>
                <w:szCs w:val="14"/>
              </w:rPr>
              <w:t>Mobil</w:t>
            </w:r>
          </w:p>
        </w:tc>
        <w:tc>
          <w:tcPr>
            <w:tcW w:w="2552" w:type="dxa"/>
          </w:tcPr>
          <w:p w14:paraId="5CF25471" w14:textId="77777777" w:rsidR="009A7568" w:rsidRPr="001A6F12" w:rsidRDefault="00540AA9" w:rsidP="009A7568">
            <w:pPr>
              <w:rPr>
                <w:szCs w:val="14"/>
              </w:rPr>
            </w:pPr>
            <w:r>
              <w:rPr>
                <w:szCs w:val="14"/>
              </w:rPr>
              <w:t>702 164 086</w:t>
            </w:r>
          </w:p>
        </w:tc>
        <w:tc>
          <w:tcPr>
            <w:tcW w:w="823" w:type="dxa"/>
          </w:tcPr>
          <w:p w14:paraId="579E5F9F" w14:textId="77777777" w:rsidR="009A7568" w:rsidRPr="001A6F12" w:rsidRDefault="009A7568" w:rsidP="009A7568">
            <w:pPr>
              <w:rPr>
                <w:szCs w:val="14"/>
              </w:rPr>
            </w:pPr>
          </w:p>
        </w:tc>
        <w:tc>
          <w:tcPr>
            <w:tcW w:w="3685" w:type="dxa"/>
            <w:vMerge/>
          </w:tcPr>
          <w:p w14:paraId="71C7382A" w14:textId="77777777" w:rsidR="009A7568" w:rsidRPr="001A6F12" w:rsidRDefault="009A7568" w:rsidP="009A7568">
            <w:pPr>
              <w:rPr>
                <w:szCs w:val="14"/>
              </w:rPr>
            </w:pPr>
          </w:p>
        </w:tc>
      </w:tr>
      <w:tr w:rsidR="009A7568" w:rsidRPr="001A6F12" w14:paraId="636ACDE1" w14:textId="77777777" w:rsidTr="00F862D6">
        <w:tc>
          <w:tcPr>
            <w:tcW w:w="1020" w:type="dxa"/>
          </w:tcPr>
          <w:p w14:paraId="00C92ED3" w14:textId="77777777" w:rsidR="009A7568" w:rsidRPr="001A6F12" w:rsidRDefault="009A7568" w:rsidP="009A7568">
            <w:pPr>
              <w:rPr>
                <w:szCs w:val="14"/>
              </w:rPr>
            </w:pPr>
            <w:r w:rsidRPr="001A6F12">
              <w:rPr>
                <w:szCs w:val="14"/>
              </w:rPr>
              <w:t>E-mail</w:t>
            </w:r>
          </w:p>
        </w:tc>
        <w:tc>
          <w:tcPr>
            <w:tcW w:w="2552" w:type="dxa"/>
          </w:tcPr>
          <w:p w14:paraId="411602F6" w14:textId="77777777" w:rsidR="009A7568" w:rsidRPr="001A6F12" w:rsidRDefault="00DF320A" w:rsidP="006104F6">
            <w:pPr>
              <w:rPr>
                <w:szCs w:val="14"/>
              </w:rPr>
            </w:pPr>
            <w:hyperlink r:id="rId11" w:history="1">
              <w:r w:rsidR="00540AA9" w:rsidRPr="00436909">
                <w:rPr>
                  <w:rStyle w:val="Hypertextovodkaz"/>
                  <w:szCs w:val="14"/>
                </w:rPr>
                <w:t>Prerovska@spravazeleznic.cz</w:t>
              </w:r>
            </w:hyperlink>
            <w:r w:rsidR="00540AA9">
              <w:rPr>
                <w:szCs w:val="14"/>
              </w:rPr>
              <w:t xml:space="preserve"> </w:t>
            </w:r>
          </w:p>
        </w:tc>
        <w:tc>
          <w:tcPr>
            <w:tcW w:w="823" w:type="dxa"/>
          </w:tcPr>
          <w:p w14:paraId="047C6B96" w14:textId="77777777" w:rsidR="009A7568" w:rsidRPr="001A6F12" w:rsidRDefault="009A7568" w:rsidP="009A7568">
            <w:pPr>
              <w:rPr>
                <w:szCs w:val="14"/>
              </w:rPr>
            </w:pPr>
          </w:p>
        </w:tc>
        <w:tc>
          <w:tcPr>
            <w:tcW w:w="3685" w:type="dxa"/>
            <w:vMerge/>
          </w:tcPr>
          <w:p w14:paraId="34380028" w14:textId="77777777" w:rsidR="009A7568" w:rsidRPr="001A6F12" w:rsidRDefault="009A7568" w:rsidP="009A7568">
            <w:pPr>
              <w:rPr>
                <w:szCs w:val="14"/>
              </w:rPr>
            </w:pPr>
          </w:p>
        </w:tc>
      </w:tr>
      <w:tr w:rsidR="009A7568" w:rsidRPr="001A6F12" w14:paraId="75D1720D" w14:textId="77777777" w:rsidTr="00F862D6">
        <w:tc>
          <w:tcPr>
            <w:tcW w:w="1020" w:type="dxa"/>
          </w:tcPr>
          <w:p w14:paraId="1369184B" w14:textId="77777777" w:rsidR="009A7568" w:rsidRPr="001A6F12" w:rsidRDefault="009A7568" w:rsidP="009A7568">
            <w:pPr>
              <w:rPr>
                <w:szCs w:val="14"/>
              </w:rPr>
            </w:pPr>
          </w:p>
        </w:tc>
        <w:tc>
          <w:tcPr>
            <w:tcW w:w="2552" w:type="dxa"/>
          </w:tcPr>
          <w:p w14:paraId="41D5A9C5" w14:textId="77777777" w:rsidR="009A7568" w:rsidRPr="001A6F12" w:rsidRDefault="009A7568" w:rsidP="009A7568">
            <w:pPr>
              <w:rPr>
                <w:szCs w:val="14"/>
              </w:rPr>
            </w:pPr>
          </w:p>
        </w:tc>
        <w:tc>
          <w:tcPr>
            <w:tcW w:w="823" w:type="dxa"/>
          </w:tcPr>
          <w:p w14:paraId="3CDED112" w14:textId="77777777" w:rsidR="009A7568" w:rsidRPr="001A6F12" w:rsidRDefault="009A7568" w:rsidP="009A7568">
            <w:pPr>
              <w:rPr>
                <w:szCs w:val="14"/>
              </w:rPr>
            </w:pPr>
          </w:p>
        </w:tc>
        <w:tc>
          <w:tcPr>
            <w:tcW w:w="3685" w:type="dxa"/>
          </w:tcPr>
          <w:p w14:paraId="4B076599" w14:textId="77777777" w:rsidR="009A7568" w:rsidRPr="001A6F12" w:rsidRDefault="009A7568" w:rsidP="009A7568">
            <w:pPr>
              <w:rPr>
                <w:szCs w:val="14"/>
              </w:rPr>
            </w:pPr>
          </w:p>
        </w:tc>
      </w:tr>
      <w:tr w:rsidR="009A7568" w:rsidRPr="001A6F12" w14:paraId="71BE4409" w14:textId="77777777" w:rsidTr="00F862D6">
        <w:tc>
          <w:tcPr>
            <w:tcW w:w="1020" w:type="dxa"/>
          </w:tcPr>
          <w:p w14:paraId="7F1143E5" w14:textId="77777777" w:rsidR="009A7568" w:rsidRPr="001A6F12" w:rsidRDefault="009A7568" w:rsidP="009A7568">
            <w:pPr>
              <w:rPr>
                <w:szCs w:val="14"/>
              </w:rPr>
            </w:pPr>
            <w:r w:rsidRPr="001A6F12">
              <w:rPr>
                <w:szCs w:val="14"/>
              </w:rPr>
              <w:t>Datum</w:t>
            </w:r>
          </w:p>
        </w:tc>
        <w:bookmarkStart w:id="0" w:name="Datum"/>
        <w:tc>
          <w:tcPr>
            <w:tcW w:w="2552" w:type="dxa"/>
          </w:tcPr>
          <w:p w14:paraId="5466AD0A" w14:textId="126006A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DF320A">
              <w:rPr>
                <w:noProof/>
                <w:szCs w:val="14"/>
              </w:rPr>
              <w:t>2. září 2022</w:t>
            </w:r>
            <w:r w:rsidRPr="001A6F12">
              <w:rPr>
                <w:szCs w:val="14"/>
              </w:rPr>
              <w:fldChar w:fldCharType="end"/>
            </w:r>
            <w:r w:rsidRPr="001A6F12">
              <w:rPr>
                <w:szCs w:val="14"/>
              </w:rPr>
              <w:t xml:space="preserve"> </w:t>
            </w:r>
            <w:bookmarkEnd w:id="0"/>
          </w:p>
        </w:tc>
        <w:tc>
          <w:tcPr>
            <w:tcW w:w="823" w:type="dxa"/>
          </w:tcPr>
          <w:p w14:paraId="0209346D" w14:textId="77777777" w:rsidR="009A7568" w:rsidRPr="001A6F12" w:rsidRDefault="009A7568" w:rsidP="009A7568">
            <w:pPr>
              <w:rPr>
                <w:szCs w:val="14"/>
              </w:rPr>
            </w:pPr>
          </w:p>
        </w:tc>
        <w:tc>
          <w:tcPr>
            <w:tcW w:w="3685" w:type="dxa"/>
          </w:tcPr>
          <w:p w14:paraId="362CDA44" w14:textId="77777777" w:rsidR="009A7568" w:rsidRPr="001A6F12" w:rsidRDefault="009A7568" w:rsidP="009A7568">
            <w:pPr>
              <w:rPr>
                <w:szCs w:val="14"/>
              </w:rPr>
            </w:pPr>
          </w:p>
        </w:tc>
      </w:tr>
      <w:tr w:rsidR="00F64786" w:rsidRPr="001A6F12" w14:paraId="0E8ACED2" w14:textId="77777777" w:rsidTr="00F862D6">
        <w:tc>
          <w:tcPr>
            <w:tcW w:w="1020" w:type="dxa"/>
          </w:tcPr>
          <w:p w14:paraId="2B44FC3D" w14:textId="77777777" w:rsidR="00F64786" w:rsidRPr="001A6F12" w:rsidRDefault="00F64786" w:rsidP="0077673A">
            <w:pPr>
              <w:rPr>
                <w:szCs w:val="14"/>
              </w:rPr>
            </w:pPr>
          </w:p>
        </w:tc>
        <w:tc>
          <w:tcPr>
            <w:tcW w:w="2552" w:type="dxa"/>
          </w:tcPr>
          <w:p w14:paraId="108D8A74" w14:textId="77777777" w:rsidR="00F64786" w:rsidRPr="001A6F12" w:rsidRDefault="00F64786" w:rsidP="00F310F8">
            <w:pPr>
              <w:rPr>
                <w:szCs w:val="14"/>
                <w:highlight w:val="yellow"/>
              </w:rPr>
            </w:pPr>
          </w:p>
        </w:tc>
        <w:tc>
          <w:tcPr>
            <w:tcW w:w="823" w:type="dxa"/>
          </w:tcPr>
          <w:p w14:paraId="210532E6" w14:textId="77777777" w:rsidR="00F64786" w:rsidRPr="001A6F12" w:rsidRDefault="00F64786" w:rsidP="0077673A">
            <w:pPr>
              <w:rPr>
                <w:szCs w:val="14"/>
              </w:rPr>
            </w:pPr>
          </w:p>
        </w:tc>
        <w:tc>
          <w:tcPr>
            <w:tcW w:w="3685" w:type="dxa"/>
          </w:tcPr>
          <w:p w14:paraId="5F7E6237" w14:textId="77777777" w:rsidR="00F64786" w:rsidRPr="001A6F12" w:rsidRDefault="00F64786" w:rsidP="0077673A">
            <w:pPr>
              <w:rPr>
                <w:szCs w:val="14"/>
              </w:rPr>
            </w:pPr>
          </w:p>
        </w:tc>
      </w:tr>
      <w:tr w:rsidR="00F862D6" w:rsidRPr="001A6F12" w14:paraId="4FABF136" w14:textId="77777777" w:rsidTr="00B45E9E">
        <w:trPr>
          <w:trHeight w:val="794"/>
        </w:trPr>
        <w:tc>
          <w:tcPr>
            <w:tcW w:w="1020" w:type="dxa"/>
          </w:tcPr>
          <w:p w14:paraId="7E2D04E9" w14:textId="77777777" w:rsidR="00F862D6" w:rsidRPr="001A6F12" w:rsidRDefault="00F862D6" w:rsidP="0077673A">
            <w:pPr>
              <w:rPr>
                <w:szCs w:val="14"/>
              </w:rPr>
            </w:pPr>
          </w:p>
        </w:tc>
        <w:tc>
          <w:tcPr>
            <w:tcW w:w="2552" w:type="dxa"/>
          </w:tcPr>
          <w:p w14:paraId="20224872" w14:textId="77777777" w:rsidR="00F862D6" w:rsidRPr="001A6F12" w:rsidRDefault="00F862D6" w:rsidP="00F310F8">
            <w:pPr>
              <w:rPr>
                <w:szCs w:val="14"/>
              </w:rPr>
            </w:pPr>
          </w:p>
        </w:tc>
        <w:tc>
          <w:tcPr>
            <w:tcW w:w="823" w:type="dxa"/>
          </w:tcPr>
          <w:p w14:paraId="5E42032C" w14:textId="77777777" w:rsidR="00F862D6" w:rsidRPr="001A6F12" w:rsidRDefault="00F862D6" w:rsidP="0077673A">
            <w:pPr>
              <w:rPr>
                <w:szCs w:val="14"/>
              </w:rPr>
            </w:pPr>
          </w:p>
        </w:tc>
        <w:tc>
          <w:tcPr>
            <w:tcW w:w="3685" w:type="dxa"/>
          </w:tcPr>
          <w:p w14:paraId="25808CF2" w14:textId="77777777" w:rsidR="00F862D6" w:rsidRPr="001A6F12" w:rsidRDefault="00F862D6" w:rsidP="0077673A">
            <w:pPr>
              <w:rPr>
                <w:szCs w:val="14"/>
              </w:rPr>
            </w:pPr>
          </w:p>
        </w:tc>
      </w:tr>
    </w:tbl>
    <w:p w14:paraId="12518188"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5BE2FADF" w14:textId="77777777" w:rsidR="001A6F12" w:rsidRPr="001A6F12" w:rsidRDefault="001A6F12" w:rsidP="001A6F12">
      <w:pPr>
        <w:spacing w:after="0" w:line="240" w:lineRule="auto"/>
        <w:rPr>
          <w:rFonts w:eastAsia="Times New Roman" w:cs="Times New Roman"/>
          <w:i/>
          <w:color w:val="FF0000"/>
          <w:lang w:eastAsia="cs-CZ"/>
        </w:rPr>
      </w:pPr>
    </w:p>
    <w:p w14:paraId="2DBF2D41"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A37F434"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6FA01D58" w14:textId="77777777" w:rsidR="00C21763" w:rsidRDefault="00C21763" w:rsidP="001A6F12">
      <w:pPr>
        <w:widowControl w:val="0"/>
        <w:autoSpaceDE w:val="0"/>
        <w:autoSpaceDN w:val="0"/>
        <w:spacing w:after="0" w:line="240" w:lineRule="auto"/>
        <w:rPr>
          <w:rFonts w:eastAsia="Times New Roman" w:cs="Times New Roman"/>
          <w:lang w:eastAsia="cs-CZ"/>
        </w:rPr>
      </w:pPr>
      <w:bookmarkStart w:id="1" w:name="_GoBack"/>
      <w:bookmarkEnd w:id="1"/>
    </w:p>
    <w:p w14:paraId="6C92AA7C"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540AA9">
        <w:rPr>
          <w:rFonts w:eastAsia="Times New Roman" w:cs="Times New Roman"/>
          <w:b/>
          <w:lang w:eastAsia="cs-CZ"/>
        </w:rPr>
        <w:t xml:space="preserve">Rekonstrukce PZS vč. povrchu </w:t>
      </w:r>
      <w:r w:rsidR="00D05B52">
        <w:rPr>
          <w:rFonts w:eastAsia="Times New Roman" w:cs="Times New Roman"/>
          <w:b/>
          <w:lang w:eastAsia="cs-CZ"/>
        </w:rPr>
        <w:t>v km 2,265 (P7412) na trati Valašské Meziříčí – Rožnov p/R, BOZP</w:t>
      </w:r>
      <w:r w:rsidRPr="001A6F12">
        <w:rPr>
          <w:rFonts w:eastAsia="Times New Roman" w:cs="Times New Roman"/>
          <w:b/>
          <w:lang w:eastAsia="cs-CZ"/>
        </w:rPr>
        <w:t>“</w:t>
      </w:r>
    </w:p>
    <w:p w14:paraId="51A33814" w14:textId="718DC426"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DF320A">
        <w:rPr>
          <w:rFonts w:eastAsia="Times New Roman" w:cs="Arial"/>
          <w:lang w:eastAsia="cs-CZ"/>
        </w:rPr>
        <w:t>61722090</w:t>
      </w:r>
      <w:r w:rsidRPr="001A6F12">
        <w:rPr>
          <w:rFonts w:eastAsia="Times New Roman" w:cs="Times New Roman"/>
          <w:lang w:eastAsia="cs-CZ"/>
        </w:rPr>
        <w:t>)</w:t>
      </w:r>
    </w:p>
    <w:p w14:paraId="7DAB39C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CD51B7B"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29EA561F" wp14:editId="1DF6A13B">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68C058B" w14:textId="77777777" w:rsidR="0005245F" w:rsidRPr="001A6F12" w:rsidRDefault="0005245F" w:rsidP="001A6F12">
      <w:pPr>
        <w:spacing w:after="0" w:line="240" w:lineRule="auto"/>
        <w:ind w:right="23"/>
        <w:rPr>
          <w:rFonts w:eastAsia="Times New Roman" w:cs="Times New Roman"/>
          <w:lang w:eastAsia="cs-CZ"/>
        </w:rPr>
      </w:pPr>
    </w:p>
    <w:p w14:paraId="44BD6064"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3027AD54" w14:textId="77777777" w:rsidR="001A6F12" w:rsidRPr="001A6F12" w:rsidRDefault="001A6F12" w:rsidP="001A6F12">
      <w:pPr>
        <w:spacing w:after="0" w:line="240" w:lineRule="auto"/>
        <w:jc w:val="both"/>
        <w:rPr>
          <w:rFonts w:eastAsia="Times New Roman" w:cs="Times New Roman"/>
          <w:lang w:eastAsia="cs-CZ"/>
        </w:rPr>
      </w:pPr>
    </w:p>
    <w:p w14:paraId="7D31308D"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63208489" w14:textId="77777777" w:rsidR="001A6F12" w:rsidRPr="001A6F12" w:rsidRDefault="001A6F12" w:rsidP="001A6F12">
      <w:pPr>
        <w:spacing w:after="0" w:line="240" w:lineRule="auto"/>
        <w:jc w:val="both"/>
        <w:rPr>
          <w:rFonts w:eastAsia="Times New Roman" w:cs="Times New Roman"/>
          <w:lang w:eastAsia="cs-CZ"/>
        </w:rPr>
      </w:pPr>
    </w:p>
    <w:p w14:paraId="71896A96"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3FCAEF2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6744C1E4"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3CF4029"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50DD5A28"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56D894A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4DCAFE77"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7F90FF7B"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78A6133B" w14:textId="77777777" w:rsidR="00C21763" w:rsidRPr="007A2402" w:rsidRDefault="00C21763" w:rsidP="00D05B52">
      <w:pPr>
        <w:spacing w:after="0" w:line="240" w:lineRule="auto"/>
        <w:jc w:val="both"/>
        <w:rPr>
          <w:rFonts w:ascii="Verdana" w:eastAsia="Times New Roman" w:hAnsi="Verdana" w:cs="Times New Roman"/>
          <w:lang w:eastAsia="cs-CZ"/>
        </w:rPr>
      </w:pPr>
    </w:p>
    <w:p w14:paraId="163CC0E3"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33C08115"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7B24DA71"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FDD1CC2"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70A5141E"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00D05B52">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D05B52">
        <w:rPr>
          <w:rFonts w:ascii="Verdana" w:eastAsia="Times New Roman" w:hAnsi="Verdana" w:cs="Arial"/>
          <w:lang w:eastAsia="cs-CZ"/>
        </w:rPr>
        <w:t>702 164 086</w:t>
      </w:r>
      <w:r w:rsidRPr="007A2402">
        <w:rPr>
          <w:rFonts w:ascii="Verdana" w:eastAsia="Times New Roman" w:hAnsi="Verdana" w:cs="Times New Roman"/>
          <w:lang w:eastAsia="cs-CZ"/>
        </w:rPr>
        <w:t xml:space="preserve">, e-mail: </w:t>
      </w:r>
      <w:hyperlink r:id="rId13" w:history="1">
        <w:r w:rsidR="00D05B52" w:rsidRPr="00436909">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0801B458" w14:textId="77777777" w:rsidR="001A6F12" w:rsidRPr="001A6F12" w:rsidRDefault="001A6F12" w:rsidP="001A6F12">
      <w:pPr>
        <w:spacing w:after="0" w:line="240" w:lineRule="auto"/>
        <w:ind w:left="426"/>
        <w:jc w:val="both"/>
        <w:rPr>
          <w:rFonts w:eastAsia="Times New Roman" w:cs="Times New Roman"/>
          <w:lang w:eastAsia="cs-CZ"/>
        </w:rPr>
      </w:pPr>
    </w:p>
    <w:p w14:paraId="447047BF" w14:textId="77777777" w:rsidR="001A6F12" w:rsidRPr="001A6F12" w:rsidRDefault="001A6F12" w:rsidP="001A6F12">
      <w:pPr>
        <w:spacing w:after="0" w:line="240" w:lineRule="auto"/>
        <w:ind w:left="426"/>
        <w:jc w:val="both"/>
        <w:rPr>
          <w:rFonts w:eastAsia="Times New Roman" w:cs="Times New Roman"/>
          <w:lang w:eastAsia="cs-CZ"/>
        </w:rPr>
      </w:pPr>
    </w:p>
    <w:p w14:paraId="227D3192"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37E376F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2C56F1A4" w14:textId="77777777" w:rsidR="001A6F12" w:rsidRPr="001A6F12" w:rsidRDefault="001A6F12" w:rsidP="001A6F12">
      <w:pPr>
        <w:spacing w:after="0" w:line="240" w:lineRule="auto"/>
        <w:ind w:left="426"/>
        <w:jc w:val="both"/>
        <w:rPr>
          <w:rFonts w:eastAsia="Times New Roman" w:cs="Times New Roman"/>
          <w:lang w:eastAsia="cs-CZ"/>
        </w:rPr>
      </w:pPr>
    </w:p>
    <w:p w14:paraId="1E80DE3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D05B52" w:rsidRPr="00D05B52">
        <w:rPr>
          <w:rFonts w:eastAsia="Times New Roman" w:cs="Arial"/>
          <w:b/>
          <w:lang w:eastAsia="cs-CZ"/>
        </w:rPr>
        <w:t>110 000,-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50DADD2B" w14:textId="77777777" w:rsidR="001A6F12" w:rsidRPr="001A6F12" w:rsidRDefault="001A6F12" w:rsidP="001A6F12">
      <w:pPr>
        <w:spacing w:after="0" w:line="240" w:lineRule="auto"/>
        <w:ind w:left="426"/>
        <w:jc w:val="both"/>
        <w:rPr>
          <w:rFonts w:eastAsia="Times New Roman" w:cs="Times New Roman"/>
          <w:lang w:eastAsia="cs-CZ"/>
        </w:rPr>
      </w:pPr>
    </w:p>
    <w:p w14:paraId="7763A2F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D05B52">
        <w:rPr>
          <w:rFonts w:eastAsia="Times New Roman" w:cs="Times New Roman"/>
          <w:b/>
          <w:lang w:eastAsia="cs-CZ"/>
        </w:rPr>
        <w:t>Rekonstrukce PZS vč. povrchu v km 2,265 (P7412) na trati Valašské Meziříčí – Rožnov p/R,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470EB73" w14:textId="77777777" w:rsidR="001A6F12" w:rsidRPr="001A6F12" w:rsidRDefault="001A6F12" w:rsidP="001A6F12">
      <w:pPr>
        <w:spacing w:after="0" w:line="240" w:lineRule="auto"/>
        <w:ind w:left="426"/>
        <w:jc w:val="both"/>
        <w:rPr>
          <w:rFonts w:eastAsia="Times New Roman" w:cs="Times New Roman"/>
          <w:lang w:eastAsia="cs-CZ"/>
        </w:rPr>
      </w:pPr>
    </w:p>
    <w:p w14:paraId="3B057A5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5C32193D" w14:textId="77777777" w:rsidR="001A6F12" w:rsidRPr="001A6F12" w:rsidRDefault="001A6F12" w:rsidP="001A6F12">
      <w:pPr>
        <w:spacing w:after="0" w:line="240" w:lineRule="auto"/>
        <w:ind w:left="426"/>
        <w:jc w:val="both"/>
        <w:rPr>
          <w:rFonts w:eastAsia="Times New Roman" w:cs="Times New Roman"/>
          <w:lang w:eastAsia="cs-CZ"/>
        </w:rPr>
      </w:pPr>
    </w:p>
    <w:p w14:paraId="08FF329F" w14:textId="77777777" w:rsidR="001A6F12" w:rsidRPr="001A6F12" w:rsidRDefault="001A6F12" w:rsidP="001A6F12">
      <w:pPr>
        <w:spacing w:after="0" w:line="240" w:lineRule="auto"/>
        <w:ind w:left="426"/>
        <w:jc w:val="both"/>
        <w:rPr>
          <w:rFonts w:eastAsia="Times New Roman" w:cs="Times New Roman"/>
          <w:lang w:eastAsia="cs-CZ"/>
        </w:rPr>
      </w:pPr>
    </w:p>
    <w:p w14:paraId="4145C219"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2C3405B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62CCD02A" w14:textId="77777777" w:rsidR="001A6F12" w:rsidRPr="001A6F12" w:rsidRDefault="001A6F12" w:rsidP="001A6F12">
      <w:pPr>
        <w:spacing w:after="0" w:line="240" w:lineRule="auto"/>
        <w:ind w:left="426"/>
        <w:jc w:val="both"/>
        <w:rPr>
          <w:rFonts w:eastAsia="Times New Roman" w:cs="Times New Roman"/>
          <w:lang w:eastAsia="cs-CZ"/>
        </w:rPr>
      </w:pPr>
    </w:p>
    <w:p w14:paraId="665AD769" w14:textId="77777777" w:rsidR="001A6F12" w:rsidRPr="001A6F12" w:rsidRDefault="001A6F12" w:rsidP="00AE2CFA">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Výzva k podání nabídky č. j. </w:t>
      </w:r>
      <w:r w:rsidR="00D05B52" w:rsidRPr="00540AA9">
        <w:rPr>
          <w:szCs w:val="14"/>
        </w:rPr>
        <w:t>12136/2022-SŽ-SSV-Ú3</w:t>
      </w:r>
      <w:r w:rsidRPr="001A6F12">
        <w:rPr>
          <w:rFonts w:eastAsia="Times New Roman" w:cs="Times New Roman"/>
          <w:lang w:val="en-US" w:eastAsia="cs-CZ"/>
        </w:rPr>
        <w:t xml:space="preserve"> (dále jen “Výzva”), </w:t>
      </w:r>
    </w:p>
    <w:p w14:paraId="4606D686" w14:textId="77777777" w:rsidR="001A6F12" w:rsidRPr="001A6F12" w:rsidRDefault="001A6F12" w:rsidP="00AE2CFA">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0F60A46E" w14:textId="77777777" w:rsidR="001A6F12" w:rsidRPr="001A6F12" w:rsidRDefault="001A6F12" w:rsidP="00AE2CFA">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Projektová dokumentace </w:t>
      </w:r>
      <w:r w:rsidR="00AE2CFA">
        <w:rPr>
          <w:rFonts w:eastAsia="Times New Roman" w:cs="Times New Roman"/>
          <w:lang w:eastAsia="cs-CZ"/>
        </w:rPr>
        <w:t>(pouze části, týkající se BOZP)</w:t>
      </w:r>
      <w:r w:rsidRPr="001A6F12">
        <w:rPr>
          <w:rFonts w:eastAsia="Times New Roman" w:cs="Times New Roman"/>
          <w:lang w:eastAsia="cs-CZ"/>
        </w:rPr>
        <w:t xml:space="preserve"> zpracovaná </w:t>
      </w:r>
      <w:r w:rsidR="00AE2CFA">
        <w:rPr>
          <w:rFonts w:eastAsia="Times New Roman" w:cs="Times New Roman"/>
          <w:lang w:eastAsia="cs-CZ"/>
        </w:rPr>
        <w:t xml:space="preserve">společností </w:t>
      </w:r>
      <w:r w:rsidR="00AE2CFA">
        <w:t>DMC Havlíčkův Brod s.r.o., se sídlem Průmyslová 941, 580 01 Havlíčkův Brod, IČO: 25284525.</w:t>
      </w:r>
    </w:p>
    <w:p w14:paraId="0990C9F6" w14:textId="77777777" w:rsidR="001A6F12" w:rsidRPr="001A6F12" w:rsidRDefault="001A6F12" w:rsidP="001A6F12">
      <w:pPr>
        <w:spacing w:after="0" w:line="240" w:lineRule="auto"/>
        <w:ind w:left="426"/>
        <w:rPr>
          <w:rFonts w:eastAsia="Times New Roman" w:cs="Times New Roman"/>
          <w:lang w:eastAsia="cs-CZ"/>
        </w:rPr>
      </w:pPr>
    </w:p>
    <w:p w14:paraId="12A0861C" w14:textId="77777777" w:rsidR="001A6F12" w:rsidRPr="001A6F12" w:rsidRDefault="001A6F12" w:rsidP="001A6F12">
      <w:pPr>
        <w:spacing w:after="0" w:line="240" w:lineRule="auto"/>
        <w:ind w:left="426"/>
        <w:rPr>
          <w:rFonts w:eastAsia="Times New Roman" w:cs="Times New Roman"/>
          <w:lang w:eastAsia="cs-CZ"/>
        </w:rPr>
      </w:pPr>
    </w:p>
    <w:p w14:paraId="3345AC4D"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12EFCE6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14CF1E3E" w14:textId="77777777" w:rsidR="001A6F12" w:rsidRPr="001A6F12" w:rsidRDefault="001A6F12" w:rsidP="001A6F12">
      <w:pPr>
        <w:spacing w:after="0" w:line="240" w:lineRule="auto"/>
        <w:ind w:left="426"/>
        <w:jc w:val="both"/>
        <w:rPr>
          <w:rFonts w:eastAsia="Times New Roman" w:cs="Times New Roman"/>
          <w:lang w:eastAsia="cs-CZ"/>
        </w:rPr>
      </w:pPr>
    </w:p>
    <w:p w14:paraId="68C7E08D"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56FE6B9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797389E6" w14:textId="77777777" w:rsidR="001A6F12" w:rsidRPr="001A6F12" w:rsidRDefault="001A6F12" w:rsidP="001A6F12">
      <w:pPr>
        <w:spacing w:after="0" w:line="240" w:lineRule="auto"/>
        <w:ind w:left="426"/>
        <w:jc w:val="both"/>
        <w:rPr>
          <w:rFonts w:eastAsia="Times New Roman" w:cs="Times New Roman"/>
          <w:lang w:eastAsia="cs-CZ"/>
        </w:rPr>
      </w:pPr>
    </w:p>
    <w:p w14:paraId="607E464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675ABFDF" w14:textId="77777777" w:rsidR="001A6F12" w:rsidRPr="001A6F12" w:rsidRDefault="001A6F12" w:rsidP="001A6F12">
      <w:pPr>
        <w:spacing w:after="0" w:line="240" w:lineRule="auto"/>
        <w:ind w:left="426"/>
        <w:jc w:val="both"/>
        <w:rPr>
          <w:rFonts w:eastAsia="Times New Roman" w:cs="Times New Roman"/>
          <w:lang w:eastAsia="cs-CZ"/>
        </w:rPr>
      </w:pPr>
    </w:p>
    <w:p w14:paraId="1F7FC30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36A98ED" w14:textId="77777777" w:rsidR="001A6F12" w:rsidRPr="001A6F12" w:rsidRDefault="001A6F12" w:rsidP="001A6F12">
      <w:pPr>
        <w:spacing w:after="0" w:line="240" w:lineRule="auto"/>
        <w:ind w:left="426"/>
        <w:jc w:val="both"/>
        <w:rPr>
          <w:rFonts w:eastAsia="Times New Roman" w:cs="Times New Roman"/>
          <w:lang w:eastAsia="cs-CZ"/>
        </w:rPr>
      </w:pPr>
    </w:p>
    <w:p w14:paraId="2B796F5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CB18C76" w14:textId="77777777" w:rsidR="001A6F12" w:rsidRPr="001A6F12" w:rsidRDefault="001A6F12" w:rsidP="001A6F12">
      <w:pPr>
        <w:spacing w:after="0" w:line="240" w:lineRule="auto"/>
        <w:ind w:left="426"/>
        <w:jc w:val="both"/>
        <w:rPr>
          <w:rFonts w:eastAsia="Times New Roman" w:cs="Times New Roman"/>
          <w:lang w:eastAsia="cs-CZ"/>
        </w:rPr>
      </w:pPr>
    </w:p>
    <w:p w14:paraId="7266709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EFB5103" w14:textId="77777777" w:rsidR="001A6F12" w:rsidRPr="001A6F12" w:rsidRDefault="001A6F12" w:rsidP="001A6F12">
      <w:pPr>
        <w:spacing w:after="0" w:line="240" w:lineRule="auto"/>
        <w:ind w:left="426"/>
        <w:jc w:val="both"/>
        <w:rPr>
          <w:rFonts w:eastAsia="Times New Roman" w:cs="Times New Roman"/>
          <w:lang w:eastAsia="cs-CZ"/>
        </w:rPr>
      </w:pPr>
    </w:p>
    <w:p w14:paraId="6A5FC46B" w14:textId="77777777" w:rsidR="001A6F12" w:rsidRPr="001A6F12" w:rsidRDefault="001A6F12" w:rsidP="001A6F12">
      <w:pPr>
        <w:spacing w:after="0" w:line="240" w:lineRule="auto"/>
        <w:ind w:left="426"/>
        <w:rPr>
          <w:rFonts w:eastAsia="Times New Roman" w:cs="Times New Roman"/>
          <w:lang w:eastAsia="cs-CZ"/>
        </w:rPr>
      </w:pPr>
    </w:p>
    <w:p w14:paraId="76FF1F06"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3456276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F72EE0">
        <w:rPr>
          <w:rFonts w:eastAsia="Times New Roman" w:cs="Times New Roman"/>
          <w:b/>
          <w:lang w:eastAsia="cs-CZ"/>
        </w:rPr>
        <w:t>:</w:t>
      </w:r>
      <w:r w:rsidRPr="00F72EE0">
        <w:rPr>
          <w:rFonts w:eastAsia="Times New Roman" w:cs="Times New Roman"/>
          <w:lang w:eastAsia="cs-CZ"/>
        </w:rPr>
        <w:t xml:space="preserve"> bezodkladně po nabytí účinnosti smlouvy o výk</w:t>
      </w:r>
      <w:r w:rsidRPr="001A6F12">
        <w:rPr>
          <w:rFonts w:eastAsia="Times New Roman" w:cs="Times New Roman"/>
          <w:lang w:eastAsia="cs-CZ"/>
        </w:rPr>
        <w:t>onu činnosti koordinátora bezpečnosti a ochrany zdraví při práci na staveništi ve fázi realizace předmětné stavby (</w:t>
      </w:r>
      <w:r w:rsidR="00F72EE0">
        <w:rPr>
          <w:rFonts w:eastAsia="Times New Roman" w:cs="Times New Roman"/>
          <w:lang w:eastAsia="cs-CZ"/>
        </w:rPr>
        <w:t>dále jen „smlouva“)</w:t>
      </w:r>
    </w:p>
    <w:p w14:paraId="6833A9B5" w14:textId="77777777" w:rsidR="001A6F12" w:rsidRPr="001A6F12" w:rsidRDefault="001A6F12" w:rsidP="001A6F12">
      <w:pPr>
        <w:spacing w:after="0" w:line="240" w:lineRule="auto"/>
        <w:ind w:left="426"/>
        <w:jc w:val="both"/>
        <w:rPr>
          <w:rFonts w:eastAsia="Times New Roman" w:cs="Times New Roman"/>
          <w:lang w:eastAsia="cs-CZ"/>
        </w:rPr>
      </w:pPr>
    </w:p>
    <w:p w14:paraId="21028389" w14:textId="77777777" w:rsidR="001A6F12" w:rsidRPr="001A6F12" w:rsidRDefault="001A6F12" w:rsidP="001A6F12">
      <w:pPr>
        <w:spacing w:after="0" w:line="240" w:lineRule="auto"/>
        <w:ind w:left="426"/>
        <w:jc w:val="both"/>
        <w:rPr>
          <w:rFonts w:eastAsia="Times New Roman" w:cs="Times New Roman"/>
          <w:lang w:eastAsia="cs-CZ"/>
        </w:rPr>
      </w:pPr>
      <w:r w:rsidRPr="00F72EE0">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F72EE0">
        <w:rPr>
          <w:rFonts w:eastAsia="Times New Roman" w:cs="Times New Roman"/>
          <w:lang w:eastAsia="cs-CZ"/>
        </w:rPr>
        <w:t>činnosti koordinátora bezpečnosti a ochrany zdraví při práci na staveništi.</w:t>
      </w:r>
    </w:p>
    <w:p w14:paraId="787CDF21" w14:textId="77777777" w:rsidR="001A6F12" w:rsidRPr="001A6F12" w:rsidRDefault="001A6F12" w:rsidP="001A6F12">
      <w:pPr>
        <w:spacing w:after="0" w:line="240" w:lineRule="auto"/>
        <w:ind w:left="426"/>
        <w:jc w:val="both"/>
        <w:rPr>
          <w:rFonts w:eastAsia="Times New Roman" w:cs="Times New Roman"/>
          <w:lang w:eastAsia="cs-CZ"/>
        </w:rPr>
      </w:pPr>
    </w:p>
    <w:p w14:paraId="6988F65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F72EE0" w:rsidRPr="00F72EE0">
        <w:rPr>
          <w:rFonts w:eastAsia="Times New Roman" w:cs="Arial"/>
          <w:b/>
          <w:lang w:eastAsia="cs-CZ"/>
        </w:rPr>
        <w:t>12</w:t>
      </w:r>
      <w:r w:rsidRPr="00F72EE0">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465E48AF" w14:textId="77777777" w:rsidR="001A6F12" w:rsidRPr="001A6F12" w:rsidRDefault="001A6F12" w:rsidP="001A6F12">
      <w:pPr>
        <w:spacing w:after="0" w:line="240" w:lineRule="auto"/>
        <w:ind w:left="426"/>
        <w:jc w:val="both"/>
        <w:rPr>
          <w:rFonts w:eastAsia="Times New Roman" w:cs="Times New Roman"/>
          <w:lang w:eastAsia="cs-CZ"/>
        </w:rPr>
      </w:pPr>
    </w:p>
    <w:p w14:paraId="2A17317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56D0D461"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247071A5"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08C489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76E39228" w14:textId="77777777" w:rsidR="001A6F12" w:rsidRPr="001A6F12" w:rsidRDefault="001A6F12" w:rsidP="001A6F12">
      <w:pPr>
        <w:spacing w:after="0" w:line="240" w:lineRule="auto"/>
        <w:ind w:left="426"/>
        <w:jc w:val="both"/>
        <w:rPr>
          <w:rFonts w:eastAsia="Times New Roman" w:cs="Times New Roman"/>
          <w:lang w:eastAsia="cs-CZ"/>
        </w:rPr>
      </w:pPr>
    </w:p>
    <w:p w14:paraId="136B0B95"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0CA82122" w14:textId="77777777" w:rsidR="001A6F12" w:rsidRPr="001A6F12" w:rsidRDefault="001A6F12" w:rsidP="001A6F12">
      <w:pPr>
        <w:spacing w:after="0" w:line="240" w:lineRule="auto"/>
        <w:ind w:firstLine="426"/>
        <w:jc w:val="both"/>
        <w:rPr>
          <w:rFonts w:eastAsia="Times New Roman" w:cs="Times New Roman"/>
          <w:lang w:eastAsia="cs-CZ"/>
        </w:rPr>
      </w:pPr>
    </w:p>
    <w:p w14:paraId="290BCC3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44A598DE" w14:textId="77777777" w:rsidR="001A6F12" w:rsidRPr="001A6F12" w:rsidRDefault="001A6F12" w:rsidP="001A6F12">
      <w:pPr>
        <w:spacing w:after="0" w:line="240" w:lineRule="auto"/>
        <w:ind w:firstLine="426"/>
        <w:jc w:val="both"/>
        <w:rPr>
          <w:rFonts w:eastAsia="Times New Roman" w:cs="Times New Roman"/>
          <w:lang w:eastAsia="cs-CZ"/>
        </w:rPr>
      </w:pPr>
    </w:p>
    <w:p w14:paraId="1FE65C6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373E0DD"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6F866B6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12D25410"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9EFABFA"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5583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72EE0">
        <w:rPr>
          <w:rFonts w:eastAsia="Times New Roman" w:cs="Times New Roman"/>
          <w:lang w:eastAsia="cs-CZ"/>
        </w:rPr>
        <w:t>přílohu č. 2</w:t>
      </w:r>
      <w:r w:rsidRPr="001A6F12">
        <w:rPr>
          <w:rFonts w:eastAsia="Times New Roman" w:cs="Times New Roman"/>
          <w:lang w:eastAsia="cs-CZ"/>
        </w:rPr>
        <w:t xml:space="preserve"> této Výzvy a musí být podepsáno osobou oprávněnou jednat za dodavatele.</w:t>
      </w:r>
    </w:p>
    <w:p w14:paraId="6435C08B" w14:textId="77777777" w:rsidR="001A6F12" w:rsidRPr="001A6F12" w:rsidRDefault="001A6F12" w:rsidP="001A6F12">
      <w:pPr>
        <w:spacing w:before="120" w:after="0" w:line="240" w:lineRule="auto"/>
        <w:ind w:left="425"/>
        <w:jc w:val="both"/>
        <w:rPr>
          <w:rFonts w:eastAsia="Times New Roman" w:cs="Times New Roman"/>
          <w:lang w:eastAsia="cs-CZ"/>
        </w:rPr>
      </w:pPr>
    </w:p>
    <w:p w14:paraId="7D2885C9" w14:textId="77777777" w:rsidR="001A6F12" w:rsidRPr="001A6F12" w:rsidRDefault="001A6F12" w:rsidP="001A6F12">
      <w:pPr>
        <w:spacing w:after="0" w:line="240" w:lineRule="auto"/>
        <w:ind w:firstLine="426"/>
        <w:jc w:val="both"/>
        <w:rPr>
          <w:rFonts w:eastAsia="Times New Roman" w:cs="Times New Roman"/>
          <w:lang w:eastAsia="cs-CZ"/>
        </w:rPr>
      </w:pPr>
    </w:p>
    <w:p w14:paraId="16A16270"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484A2440" w14:textId="77777777" w:rsidR="001A6F12" w:rsidRPr="001A6F12" w:rsidRDefault="001A6F12" w:rsidP="001A6F12">
      <w:pPr>
        <w:spacing w:after="0" w:line="240" w:lineRule="auto"/>
        <w:ind w:firstLine="426"/>
        <w:jc w:val="both"/>
        <w:rPr>
          <w:rFonts w:eastAsia="Times New Roman" w:cs="Times New Roman"/>
          <w:lang w:eastAsia="cs-CZ"/>
        </w:rPr>
      </w:pPr>
    </w:p>
    <w:p w14:paraId="5F5D829D"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168B94C" w14:textId="77777777" w:rsidR="001A6F12" w:rsidRPr="001A6F12" w:rsidRDefault="001A6F12" w:rsidP="001A6F12">
      <w:pPr>
        <w:spacing w:after="0" w:line="240" w:lineRule="auto"/>
        <w:ind w:left="425"/>
        <w:jc w:val="both"/>
        <w:rPr>
          <w:rFonts w:eastAsia="Times New Roman" w:cs="Times New Roman"/>
          <w:lang w:eastAsia="cs-CZ"/>
        </w:rPr>
      </w:pPr>
    </w:p>
    <w:p w14:paraId="4999608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1C19765C"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17DE744D"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C206F62"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135DF26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1628E6D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A2C4090" w14:textId="77777777" w:rsidR="001A6F12" w:rsidRPr="001A6F12" w:rsidRDefault="001A6F12" w:rsidP="001A6F12">
      <w:pPr>
        <w:spacing w:after="0" w:line="240" w:lineRule="auto"/>
        <w:ind w:left="425"/>
        <w:jc w:val="both"/>
        <w:rPr>
          <w:rFonts w:eastAsia="Times New Roman" w:cs="Times New Roman"/>
          <w:lang w:eastAsia="cs-CZ"/>
        </w:rPr>
      </w:pPr>
    </w:p>
    <w:p w14:paraId="4EB59D38" w14:textId="77777777" w:rsidR="001A6F12" w:rsidRPr="001A6F12" w:rsidRDefault="001A6F12" w:rsidP="001A6F12">
      <w:pPr>
        <w:spacing w:after="0" w:line="240" w:lineRule="auto"/>
        <w:ind w:firstLine="426"/>
        <w:jc w:val="both"/>
        <w:rPr>
          <w:rFonts w:eastAsia="Times New Roman" w:cs="Times New Roman"/>
          <w:lang w:eastAsia="cs-CZ"/>
        </w:rPr>
      </w:pPr>
    </w:p>
    <w:p w14:paraId="285D3D1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1BFC9935"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448E4C8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221B0C26" w14:textId="77777777" w:rsidR="001A6F12" w:rsidRPr="001A6F12" w:rsidRDefault="001A6F12" w:rsidP="001A6F12">
      <w:pPr>
        <w:spacing w:after="0" w:line="240" w:lineRule="auto"/>
        <w:ind w:left="426"/>
        <w:jc w:val="both"/>
        <w:rPr>
          <w:rFonts w:eastAsia="Times New Roman" w:cs="Times New Roman"/>
          <w:lang w:eastAsia="cs-CZ"/>
        </w:rPr>
      </w:pPr>
    </w:p>
    <w:p w14:paraId="02ADC242" w14:textId="77777777" w:rsidR="001A6F12" w:rsidRPr="00BA1360"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A1360" w:rsidRPr="00BA1360">
        <w:rPr>
          <w:rFonts w:eastAsia="Times New Roman" w:cs="Arial"/>
          <w:b/>
          <w:lang w:eastAsia="cs-CZ"/>
        </w:rPr>
        <w:t>150 000</w:t>
      </w:r>
      <w:r w:rsidRPr="00BA1360">
        <w:rPr>
          <w:rFonts w:eastAsia="Times New Roman" w:cs="Times New Roman"/>
          <w:b/>
          <w:color w:val="000000"/>
          <w:lang w:val="en-US" w:eastAsia="cs-CZ"/>
        </w:rPr>
        <w:t>,-</w:t>
      </w:r>
      <w:r w:rsidR="00F72EE0" w:rsidRPr="00BA1360">
        <w:rPr>
          <w:rFonts w:eastAsia="Times New Roman" w:cs="Times New Roman"/>
          <w:b/>
          <w:lang w:eastAsia="cs-CZ"/>
        </w:rPr>
        <w:t xml:space="preserve"> Kč</w:t>
      </w:r>
      <w:r w:rsidR="00F72EE0" w:rsidRPr="00BA1360">
        <w:rPr>
          <w:rFonts w:eastAsia="Times New Roman" w:cs="Times New Roman"/>
          <w:lang w:eastAsia="cs-CZ"/>
        </w:rPr>
        <w:t xml:space="preserve"> bez DPH</w:t>
      </w:r>
      <w:r w:rsidRPr="00BA1360">
        <w:rPr>
          <w:rFonts w:eastAsia="Times New Roman" w:cs="Times New Roman"/>
          <w:color w:val="000000"/>
          <w:lang w:eastAsia="cs-CZ"/>
        </w:rPr>
        <w:t>. Alespoň jedna</w:t>
      </w:r>
      <w:r w:rsidRPr="00BA1360">
        <w:rPr>
          <w:rFonts w:eastAsia="Times New Roman" w:cs="Times New Roman"/>
          <w:b/>
          <w:color w:val="000000"/>
          <w:lang w:val="en-US" w:eastAsia="cs-CZ"/>
        </w:rPr>
        <w:t xml:space="preserve"> </w:t>
      </w:r>
      <w:r w:rsidRPr="00BA1360">
        <w:rPr>
          <w:rFonts w:eastAsia="Times New Roman" w:cs="Times New Roman"/>
          <w:color w:val="000000"/>
          <w:lang w:eastAsia="cs-CZ"/>
        </w:rPr>
        <w:t xml:space="preserve">z jím poskytnutých služeb uvedených v seznamu přitom musí mít hodnotu alespoň </w:t>
      </w:r>
      <w:r w:rsidR="00BA1360" w:rsidRPr="00BA1360">
        <w:rPr>
          <w:rFonts w:eastAsia="Times New Roman" w:cs="Arial"/>
          <w:b/>
          <w:lang w:eastAsia="cs-CZ"/>
        </w:rPr>
        <w:t>100 000</w:t>
      </w:r>
      <w:r w:rsidRPr="00BA1360">
        <w:rPr>
          <w:rFonts w:eastAsia="Times New Roman" w:cs="Times New Roman"/>
          <w:b/>
          <w:color w:val="000000"/>
          <w:lang w:val="en-US" w:eastAsia="cs-CZ"/>
        </w:rPr>
        <w:t>,-</w:t>
      </w:r>
      <w:r w:rsidRPr="00BA1360">
        <w:rPr>
          <w:rFonts w:eastAsia="Times New Roman" w:cs="Times New Roman"/>
          <w:b/>
          <w:lang w:eastAsia="cs-CZ"/>
        </w:rPr>
        <w:t xml:space="preserve"> </w:t>
      </w:r>
      <w:r w:rsidRPr="00BA1360">
        <w:rPr>
          <w:rFonts w:eastAsia="Times New Roman" w:cs="Times New Roman"/>
          <w:b/>
          <w:color w:val="000000"/>
          <w:lang w:eastAsia="cs-CZ"/>
        </w:rPr>
        <w:t>Kč</w:t>
      </w:r>
      <w:r w:rsidRPr="00BA1360">
        <w:rPr>
          <w:rFonts w:eastAsia="Times New Roman" w:cs="Times New Roman"/>
          <w:color w:val="000000"/>
          <w:lang w:eastAsia="cs-CZ"/>
        </w:rPr>
        <w:t xml:space="preserve"> bez DPH (dále jen „významná služba“).</w:t>
      </w:r>
    </w:p>
    <w:p w14:paraId="5F021725"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6E3ED6F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7BCA6BA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F907A9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04BB26F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1AD23868"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obsažené v </w:t>
      </w:r>
      <w:r w:rsidRPr="00F72EE0">
        <w:rPr>
          <w:rFonts w:eastAsia="Times New Roman" w:cs="Times New Roman"/>
          <w:color w:val="000000"/>
          <w:lang w:eastAsia="cs-CZ"/>
        </w:rPr>
        <w:t>Příloze č. 3 této</w:t>
      </w:r>
      <w:r w:rsidRPr="001A6F12">
        <w:rPr>
          <w:rFonts w:eastAsia="Times New Roman" w:cs="Times New Roman"/>
          <w:color w:val="000000"/>
          <w:lang w:eastAsia="cs-CZ"/>
        </w:rPr>
        <w:t xml:space="preserve"> Výzvy.</w:t>
      </w:r>
    </w:p>
    <w:p w14:paraId="0DCAB87D"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35144A8F"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667D1DC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8ED10BF"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69A84FF8"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7910BC1A"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120D1793"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B4E2C0F"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20FD042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594472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447B2D03"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B01719">
        <w:rPr>
          <w:rFonts w:eastAsia="Times New Roman" w:cs="Times New Roman"/>
          <w:color w:val="000000"/>
          <w:lang w:eastAsia="cs-CZ"/>
        </w:rPr>
        <w:t xml:space="preserve">minimálně </w:t>
      </w:r>
      <w:r w:rsidR="00BA1360" w:rsidRPr="00B01719">
        <w:rPr>
          <w:rFonts w:eastAsia="Times New Roman" w:cs="Times New Roman"/>
          <w:b/>
          <w:color w:val="000000"/>
          <w:lang w:eastAsia="cs-CZ"/>
        </w:rPr>
        <w:t>3</w:t>
      </w:r>
      <w:r w:rsidRPr="00B01719">
        <w:rPr>
          <w:rFonts w:eastAsia="Times New Roman" w:cs="Times New Roman"/>
          <w:b/>
          <w:color w:val="000000"/>
          <w:lang w:eastAsia="cs-CZ"/>
        </w:rPr>
        <w:t xml:space="preserve"> roky</w:t>
      </w:r>
      <w:r w:rsidRPr="00B01719">
        <w:rPr>
          <w:rFonts w:eastAsia="Times New Roman" w:cs="Times New Roman"/>
          <w:color w:val="000000"/>
          <w:lang w:eastAsia="cs-CZ"/>
        </w:rPr>
        <w:t>,</w:t>
      </w:r>
    </w:p>
    <w:p w14:paraId="447AB79D"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w:t>
      </w:r>
      <w:r w:rsidRPr="00B01719">
        <w:rPr>
          <w:rFonts w:eastAsia="Times New Roman" w:cs="Times New Roman"/>
          <w:color w:val="000000"/>
          <w:lang w:eastAsia="cs-CZ"/>
        </w:rPr>
        <w:t xml:space="preserve">minimálně </w:t>
      </w:r>
      <w:r w:rsidR="00B01719" w:rsidRPr="00B01719">
        <w:rPr>
          <w:rFonts w:eastAsia="Times New Roman" w:cs="Times New Roman"/>
          <w:b/>
          <w:color w:val="000000"/>
          <w:lang w:eastAsia="cs-CZ"/>
        </w:rPr>
        <w:t>2</w:t>
      </w:r>
      <w:r w:rsidRPr="00B01719">
        <w:rPr>
          <w:rFonts w:eastAsia="Times New Roman" w:cs="Times New Roman"/>
          <w:color w:val="000000"/>
          <w:lang w:eastAsia="cs-CZ"/>
        </w:rPr>
        <w:t xml:space="preserve"> </w:t>
      </w:r>
      <w:r w:rsidRPr="00B01719">
        <w:rPr>
          <w:rFonts w:eastAsia="Times New Roman" w:cs="Times New Roman"/>
          <w:b/>
          <w:color w:val="000000"/>
          <w:lang w:eastAsia="cs-CZ"/>
        </w:rPr>
        <w:t>rok</w:t>
      </w:r>
      <w:r w:rsidR="00B01719" w:rsidRPr="00B01719">
        <w:rPr>
          <w:rFonts w:eastAsia="Times New Roman" w:cs="Times New Roman"/>
          <w:b/>
          <w:color w:val="000000"/>
          <w:lang w:eastAsia="cs-CZ"/>
        </w:rPr>
        <w:t>y</w:t>
      </w:r>
      <w:r w:rsidRPr="00B01719">
        <w:rPr>
          <w:rFonts w:eastAsia="Times New Roman" w:cs="Times New Roman"/>
          <w:color w:val="000000"/>
          <w:lang w:eastAsia="cs-CZ"/>
        </w:rPr>
        <w:t>;</w:t>
      </w:r>
    </w:p>
    <w:p w14:paraId="32E2CE9D"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421D28F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3B8591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023F131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8CC0856"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5668A0D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6EE26AE" w14:textId="77777777" w:rsidR="001A6F12" w:rsidRPr="001A6F12" w:rsidRDefault="001A6F12" w:rsidP="001A6F12">
      <w:pPr>
        <w:spacing w:after="0" w:line="240" w:lineRule="auto"/>
        <w:ind w:left="907"/>
        <w:jc w:val="both"/>
        <w:rPr>
          <w:rFonts w:eastAsia="Times New Roman" w:cs="Times New Roman"/>
          <w:lang w:eastAsia="cs-CZ"/>
        </w:rPr>
      </w:pPr>
    </w:p>
    <w:p w14:paraId="794E8FE3"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55F2FDE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02C23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12E155C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69A57E8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CF4C25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4D0324A"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6225FA93"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60AD45C"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881AA08" w14:textId="77777777" w:rsidR="001A6F12" w:rsidRPr="001A6F12" w:rsidRDefault="001A6F12" w:rsidP="001A6F12">
      <w:pPr>
        <w:spacing w:after="0" w:line="240" w:lineRule="auto"/>
        <w:ind w:left="426"/>
        <w:jc w:val="both"/>
        <w:rPr>
          <w:rFonts w:eastAsia="Times New Roman" w:cs="Times New Roman"/>
          <w:lang w:eastAsia="cs-CZ"/>
        </w:rPr>
      </w:pPr>
    </w:p>
    <w:p w14:paraId="3164E23A"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0647A57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05A26F6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4398F20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5D8AAD9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2C319381"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04F49110"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56DB41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CA255F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AC95B8C"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69C9C9C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7D4E8871"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48D55D3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C672004" w14:textId="77777777" w:rsidR="001A6F12" w:rsidRPr="001A6F12" w:rsidRDefault="001A6F12" w:rsidP="001A6F12">
      <w:pPr>
        <w:spacing w:after="0" w:line="240" w:lineRule="auto"/>
        <w:ind w:left="426"/>
        <w:jc w:val="both"/>
        <w:rPr>
          <w:rFonts w:eastAsia="Times New Roman" w:cs="Times New Roman"/>
          <w:lang w:eastAsia="cs-CZ"/>
        </w:rPr>
      </w:pPr>
    </w:p>
    <w:p w14:paraId="5B44030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5D52DF">
        <w:rPr>
          <w:rFonts w:eastAsia="Times New Roman" w:cs="Times New Roman"/>
          <w:lang w:eastAsia="cs-CZ"/>
        </w:rPr>
        <w:t>čl. 3</w:t>
      </w:r>
      <w:r w:rsidRPr="005D52DF">
        <w:rPr>
          <w:rFonts w:eastAsia="Times New Roman" w:cs="Times New Roman"/>
          <w:lang w:eastAsia="cs-CZ"/>
        </w:rPr>
        <w:t>.1 závazného vzoru smlouvy.</w:t>
      </w:r>
    </w:p>
    <w:p w14:paraId="5B3531FB" w14:textId="77777777" w:rsidR="001A6F12" w:rsidRPr="001A6F12" w:rsidRDefault="001A6F12" w:rsidP="001A6F12">
      <w:pPr>
        <w:spacing w:after="0" w:line="240" w:lineRule="auto"/>
        <w:rPr>
          <w:rFonts w:eastAsia="Times New Roman" w:cs="Times New Roman"/>
          <w:b/>
          <w:color w:val="000000"/>
          <w:u w:val="single"/>
          <w:lang w:eastAsia="cs-CZ"/>
        </w:rPr>
      </w:pPr>
    </w:p>
    <w:p w14:paraId="22CB4F7D"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6CB5381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7F34ACD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2D82EE4" w14:textId="77777777" w:rsidR="001A6F12" w:rsidRPr="001A6F12" w:rsidRDefault="001A6F12" w:rsidP="001A6F12">
      <w:pPr>
        <w:spacing w:after="0" w:line="240" w:lineRule="auto"/>
        <w:ind w:left="426"/>
        <w:jc w:val="both"/>
        <w:rPr>
          <w:rFonts w:eastAsia="Times New Roman" w:cs="Times New Roman"/>
          <w:lang w:eastAsia="cs-CZ"/>
        </w:rPr>
      </w:pPr>
    </w:p>
    <w:p w14:paraId="5A8BB8D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3D4006E6" w14:textId="77777777" w:rsidR="00C96B84" w:rsidRDefault="00C96B84" w:rsidP="005D52DF">
      <w:pPr>
        <w:spacing w:after="0" w:line="240" w:lineRule="auto"/>
        <w:jc w:val="both"/>
        <w:rPr>
          <w:rFonts w:eastAsia="Times New Roman" w:cs="Times New Roman"/>
          <w:lang w:eastAsia="cs-CZ"/>
        </w:rPr>
      </w:pPr>
    </w:p>
    <w:p w14:paraId="5C556EC2" w14:textId="77777777" w:rsidR="00C96B84" w:rsidRDefault="00C96B84" w:rsidP="00C96B84">
      <w:pPr>
        <w:spacing w:after="0" w:line="240" w:lineRule="auto"/>
        <w:ind w:left="426"/>
        <w:jc w:val="both"/>
        <w:rPr>
          <w:rFonts w:cs="Arial"/>
        </w:rPr>
      </w:pPr>
      <w:r w:rsidRPr="005D52DF">
        <w:rPr>
          <w:rFonts w:cs="Arial"/>
          <w:b/>
        </w:rPr>
        <w:t>Nabídky lze podat v termínu, který je uveden na profilu zadavatele:</w:t>
      </w:r>
      <w:r w:rsidRPr="005D52DF">
        <w:rPr>
          <w:rFonts w:cs="Arial"/>
        </w:rPr>
        <w:t xml:space="preserve"> </w:t>
      </w:r>
      <w:hyperlink r:id="rId16" w:history="1">
        <w:r w:rsidRPr="005D52DF">
          <w:rPr>
            <w:rStyle w:val="Hypertextovodkaz"/>
            <w:rFonts w:cs="Arial"/>
            <w:b/>
            <w:bCs/>
            <w:lang w:eastAsia="cs-CZ"/>
          </w:rPr>
          <w:t>https://zakazky.spravazeleznic.cz/</w:t>
        </w:r>
      </w:hyperlink>
      <w:r w:rsidRPr="005D52DF">
        <w:rPr>
          <w:rFonts w:cs="Arial"/>
          <w:b/>
        </w:rPr>
        <w:t>.</w:t>
      </w:r>
    </w:p>
    <w:p w14:paraId="5486F41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584E507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4F71138F" w14:textId="77777777" w:rsidR="001A6F12" w:rsidRPr="001A6F12" w:rsidRDefault="001A6F12" w:rsidP="001A6F12">
      <w:pPr>
        <w:spacing w:after="0" w:line="240" w:lineRule="auto"/>
        <w:ind w:left="426"/>
        <w:rPr>
          <w:rFonts w:eastAsia="Times New Roman" w:cs="Times New Roman"/>
          <w:lang w:eastAsia="cs-CZ"/>
        </w:rPr>
      </w:pPr>
    </w:p>
    <w:p w14:paraId="40082F3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14:paraId="15090C48" w14:textId="77777777" w:rsidR="001A6F12" w:rsidRPr="001A6F12" w:rsidRDefault="001A6F12" w:rsidP="001A6F12">
      <w:pPr>
        <w:spacing w:after="0" w:line="240" w:lineRule="auto"/>
        <w:ind w:left="426"/>
        <w:rPr>
          <w:rFonts w:eastAsia="Times New Roman" w:cs="Times New Roman"/>
          <w:lang w:eastAsia="cs-CZ"/>
        </w:rPr>
      </w:pPr>
    </w:p>
    <w:p w14:paraId="1728E6D2"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172BD6C4" w14:textId="77777777" w:rsidR="001A6F12" w:rsidRPr="001A6F12" w:rsidRDefault="001A6F12" w:rsidP="001A6F12">
      <w:pPr>
        <w:spacing w:after="0" w:line="240" w:lineRule="auto"/>
        <w:rPr>
          <w:rFonts w:eastAsia="Times New Roman" w:cs="Times New Roman"/>
          <w:lang w:eastAsia="cs-CZ"/>
        </w:rPr>
      </w:pPr>
    </w:p>
    <w:p w14:paraId="07DAD3D4" w14:textId="77777777" w:rsidR="001A6F12" w:rsidRPr="001A6F12" w:rsidRDefault="001A6F12" w:rsidP="001A6F12">
      <w:pPr>
        <w:spacing w:after="0" w:line="240" w:lineRule="auto"/>
        <w:rPr>
          <w:rFonts w:eastAsia="Times New Roman" w:cs="Times New Roman"/>
          <w:lang w:eastAsia="cs-CZ"/>
        </w:rPr>
      </w:pPr>
    </w:p>
    <w:p w14:paraId="70FD2F73"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3C123AE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226A6798"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6714E41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780520E" w14:textId="77777777" w:rsidR="001A6F12" w:rsidRPr="001A6F12" w:rsidRDefault="001A6F12" w:rsidP="001A6F12">
      <w:pPr>
        <w:spacing w:after="0" w:line="240" w:lineRule="auto"/>
        <w:ind w:left="426"/>
        <w:jc w:val="both"/>
        <w:rPr>
          <w:rFonts w:eastAsia="Times New Roman" w:cs="Times New Roman"/>
          <w:lang w:eastAsia="cs-CZ"/>
        </w:rPr>
      </w:pPr>
    </w:p>
    <w:p w14:paraId="00D89FE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117C33D2" w14:textId="77777777" w:rsidR="001A6F12" w:rsidRPr="001A6F12" w:rsidRDefault="001A6F12" w:rsidP="001A6F12">
      <w:pPr>
        <w:spacing w:after="0" w:line="240" w:lineRule="auto"/>
        <w:ind w:left="426"/>
        <w:jc w:val="both"/>
        <w:rPr>
          <w:rFonts w:eastAsia="Times New Roman" w:cs="Times New Roman"/>
          <w:u w:val="single"/>
          <w:lang w:eastAsia="cs-CZ"/>
        </w:rPr>
      </w:pPr>
    </w:p>
    <w:p w14:paraId="64DCC845"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04FBE144"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4DFD8F92"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1379B1C7" w14:textId="77777777" w:rsidR="001A6F12" w:rsidRPr="005D52DF"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5D52DF">
        <w:rPr>
          <w:rFonts w:eastAsia="Times New Roman" w:cs="Times New Roman"/>
          <w:lang w:eastAsia="cs-CZ"/>
        </w:rPr>
        <w:t>způsobilosti (příloha č. 2 Výzvy),</w:t>
      </w:r>
    </w:p>
    <w:p w14:paraId="3EA5DBB0"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7BE9B1D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4F58B38A"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18EC8994"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14:paraId="4566C171"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1217DB41" w14:textId="77777777" w:rsidR="00F14433" w:rsidRDefault="00F14433" w:rsidP="00F14433">
      <w:pPr>
        <w:spacing w:after="0" w:line="240" w:lineRule="auto"/>
        <w:ind w:left="1146"/>
        <w:jc w:val="both"/>
        <w:rPr>
          <w:rFonts w:eastAsia="Times New Roman" w:cs="Times New Roman"/>
          <w:lang w:eastAsia="cs-CZ"/>
        </w:rPr>
      </w:pPr>
    </w:p>
    <w:p w14:paraId="3842FFDD"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7D5EA469" w14:textId="77777777" w:rsidR="001A6F12" w:rsidRPr="001A6F12" w:rsidRDefault="001A6F12" w:rsidP="001A6F12">
      <w:pPr>
        <w:spacing w:after="0" w:line="240" w:lineRule="auto"/>
        <w:ind w:left="426"/>
        <w:jc w:val="both"/>
        <w:rPr>
          <w:rFonts w:eastAsia="Times New Roman" w:cs="Times New Roman"/>
          <w:lang w:eastAsia="cs-CZ"/>
        </w:rPr>
      </w:pPr>
    </w:p>
    <w:p w14:paraId="32D65C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49E4397" w14:textId="77777777" w:rsidR="001A6F12" w:rsidRPr="001A6F12" w:rsidRDefault="001A6F12" w:rsidP="001A6F12">
      <w:pPr>
        <w:spacing w:after="0" w:line="240" w:lineRule="auto"/>
        <w:ind w:left="426"/>
        <w:jc w:val="both"/>
        <w:rPr>
          <w:rFonts w:eastAsia="Times New Roman" w:cs="Times New Roman"/>
          <w:lang w:eastAsia="cs-CZ"/>
        </w:rPr>
      </w:pPr>
    </w:p>
    <w:p w14:paraId="2693DC1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5D52DF">
        <w:rPr>
          <w:rFonts w:eastAsia="Calibri" w:cs="Times New Roman"/>
          <w:lang w:eastAsia="cs-CZ"/>
        </w:rPr>
        <w:t xml:space="preserve">bude </w:t>
      </w:r>
      <w:r w:rsidR="00BE771D" w:rsidRPr="005D52DF">
        <w:rPr>
          <w:rFonts w:eastAsia="Calibri" w:cs="Times New Roman"/>
          <w:lang w:eastAsia="cs-CZ"/>
        </w:rPr>
        <w:t>v čl. 3</w:t>
      </w:r>
      <w:r w:rsidRPr="005D52DF">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116FF95D"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0FBE1A7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B08F044" w14:textId="77777777" w:rsidR="001A6F12" w:rsidRPr="001A6F12" w:rsidRDefault="001A6F12" w:rsidP="001A6F12">
      <w:pPr>
        <w:spacing w:after="0" w:line="240" w:lineRule="auto"/>
        <w:ind w:left="426"/>
        <w:jc w:val="both"/>
        <w:rPr>
          <w:rFonts w:eastAsia="Times New Roman" w:cs="Times New Roman"/>
          <w:strike/>
          <w:lang w:eastAsia="cs-CZ"/>
        </w:rPr>
      </w:pPr>
    </w:p>
    <w:p w14:paraId="70F60F4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AB622CA" w14:textId="77777777" w:rsidR="001A6F12" w:rsidRPr="001A6F12" w:rsidRDefault="001A6F12" w:rsidP="001A6F12">
      <w:pPr>
        <w:spacing w:after="0" w:line="240" w:lineRule="auto"/>
        <w:ind w:left="426"/>
        <w:jc w:val="both"/>
        <w:rPr>
          <w:rFonts w:eastAsia="Times New Roman" w:cs="Times New Roman"/>
          <w:strike/>
          <w:lang w:eastAsia="cs-CZ"/>
        </w:rPr>
      </w:pPr>
    </w:p>
    <w:p w14:paraId="2861782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3E4C133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789052A" w14:textId="77777777" w:rsidR="001A6F12" w:rsidRPr="001A6F12" w:rsidRDefault="001A6F12" w:rsidP="001A6F12">
      <w:pPr>
        <w:spacing w:after="0" w:line="240" w:lineRule="auto"/>
        <w:ind w:left="426"/>
        <w:jc w:val="both"/>
        <w:rPr>
          <w:rFonts w:eastAsia="Times New Roman" w:cs="Times New Roman"/>
          <w:strike/>
          <w:lang w:eastAsia="cs-CZ"/>
        </w:rPr>
      </w:pPr>
    </w:p>
    <w:p w14:paraId="2E97BEE0" w14:textId="77777777" w:rsidR="001A6F12" w:rsidRPr="001A6F12" w:rsidRDefault="001A6F12" w:rsidP="001A6F12">
      <w:pPr>
        <w:spacing w:after="0" w:line="240" w:lineRule="auto"/>
        <w:ind w:left="426"/>
        <w:jc w:val="both"/>
        <w:rPr>
          <w:rFonts w:eastAsia="Times New Roman" w:cs="Times New Roman"/>
          <w:lang w:eastAsia="cs-CZ"/>
        </w:rPr>
      </w:pPr>
    </w:p>
    <w:p w14:paraId="0E826E1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3CC56216" w14:textId="77777777" w:rsidR="001A6F12" w:rsidRPr="001A6F12" w:rsidRDefault="001A6F12" w:rsidP="001A6F12">
      <w:pPr>
        <w:spacing w:after="0" w:line="240" w:lineRule="auto"/>
        <w:ind w:left="426"/>
        <w:jc w:val="both"/>
        <w:rPr>
          <w:rFonts w:eastAsia="Times New Roman" w:cs="Times New Roman"/>
          <w:lang w:eastAsia="cs-CZ"/>
        </w:rPr>
      </w:pPr>
    </w:p>
    <w:p w14:paraId="7B50ACA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w:t>
      </w:r>
      <w:r w:rsidRPr="001A6F12">
        <w:rPr>
          <w:rFonts w:eastAsia="Times New Roman" w:cs="Times New Roman"/>
          <w:lang w:eastAsia="cs-CZ"/>
        </w:rPr>
        <w:lastRenderedPageBreak/>
        <w:t>vedoucího společníka musí být oznámena zadavateli spolu se sdělením souhlasu ostatních společníků. Účinnost změny vedoucího společníka vůči zadavateli nastává uplynutím třetího pracovního dne po doručení oznámení o této změně.</w:t>
      </w:r>
    </w:p>
    <w:p w14:paraId="60FC4128" w14:textId="77777777" w:rsidR="001A6F12" w:rsidRPr="001A6F12" w:rsidRDefault="001A6F12" w:rsidP="001A6F12">
      <w:pPr>
        <w:spacing w:after="0" w:line="240" w:lineRule="auto"/>
        <w:rPr>
          <w:rFonts w:eastAsia="Times New Roman" w:cs="Times New Roman"/>
          <w:lang w:eastAsia="cs-CZ"/>
        </w:rPr>
      </w:pPr>
    </w:p>
    <w:p w14:paraId="485C8841" w14:textId="77777777" w:rsidR="001A6F12" w:rsidRPr="001A6F12" w:rsidRDefault="001A6F12" w:rsidP="001A6F12">
      <w:pPr>
        <w:spacing w:after="0" w:line="240" w:lineRule="auto"/>
        <w:rPr>
          <w:rFonts w:eastAsia="Times New Roman" w:cs="Times New Roman"/>
          <w:lang w:eastAsia="cs-CZ"/>
        </w:rPr>
      </w:pPr>
    </w:p>
    <w:p w14:paraId="20E3EE98"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634513E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C19B18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0BD5B3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B623E73" w14:textId="77777777" w:rsidR="001A6F12" w:rsidRPr="001A6F12" w:rsidRDefault="001A6F12" w:rsidP="005D52DF">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w:t>
      </w:r>
      <w:r w:rsidR="005D52DF">
        <w:rPr>
          <w:rFonts w:eastAsia="Times New Roman" w:cs="Times New Roman"/>
          <w:lang w:eastAsia="cs-CZ"/>
        </w:rPr>
        <w:t>mimořádně nízké nabídkové ceny.</w:t>
      </w:r>
    </w:p>
    <w:p w14:paraId="3302B551" w14:textId="77777777" w:rsidR="001A6F12" w:rsidRPr="001A6F12" w:rsidRDefault="001A6F12" w:rsidP="001A6F12">
      <w:pPr>
        <w:spacing w:before="120" w:after="0" w:line="240" w:lineRule="auto"/>
        <w:ind w:left="426"/>
        <w:jc w:val="both"/>
        <w:rPr>
          <w:rFonts w:eastAsia="Times New Roman" w:cs="Times New Roman"/>
          <w:lang w:eastAsia="cs-CZ"/>
        </w:rPr>
      </w:pPr>
    </w:p>
    <w:p w14:paraId="09F2C1DD"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4104022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1D3FF0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CEB1CA9"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2B761EC"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00349579"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C56E47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C86F10A"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FD9C5A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70807A4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BDFAAC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EA70B3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9668ABD"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DE51FE5"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1A05669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5C3E676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6110E5FA" w14:textId="77777777" w:rsidR="001A6F12" w:rsidRPr="001A6F12" w:rsidRDefault="001A6F12" w:rsidP="001A6F12">
      <w:pPr>
        <w:spacing w:before="120" w:after="0" w:line="240" w:lineRule="auto"/>
        <w:ind w:left="426"/>
        <w:jc w:val="both"/>
        <w:rPr>
          <w:rFonts w:eastAsia="Times New Roman" w:cs="Times New Roman"/>
          <w:lang w:eastAsia="cs-CZ"/>
        </w:rPr>
      </w:pPr>
    </w:p>
    <w:p w14:paraId="60539DAE" w14:textId="77777777" w:rsidR="001A6F12" w:rsidRPr="001A6F12" w:rsidRDefault="001A6F12" w:rsidP="001A6F12">
      <w:pPr>
        <w:spacing w:before="120" w:after="0" w:line="240" w:lineRule="auto"/>
        <w:ind w:left="426"/>
        <w:jc w:val="both"/>
        <w:rPr>
          <w:rFonts w:eastAsia="Times New Roman" w:cs="Times New Roman"/>
          <w:lang w:eastAsia="cs-CZ"/>
        </w:rPr>
      </w:pPr>
    </w:p>
    <w:p w14:paraId="02D511B4"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4314D2A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0E2F7B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E46E3A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309951C5" w14:textId="77777777" w:rsidR="001A6F12" w:rsidRPr="001A6F12" w:rsidRDefault="001A6F12" w:rsidP="001A6F12">
      <w:pPr>
        <w:spacing w:before="120" w:after="0" w:line="240" w:lineRule="auto"/>
        <w:ind w:left="426"/>
        <w:jc w:val="both"/>
        <w:rPr>
          <w:rFonts w:eastAsia="Times New Roman" w:cs="Times New Roman"/>
          <w:lang w:eastAsia="cs-CZ"/>
        </w:rPr>
      </w:pPr>
    </w:p>
    <w:p w14:paraId="04E2B807"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8BAA6A2"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B975044" w14:textId="77777777" w:rsidR="001A6F12" w:rsidRPr="001A6F12" w:rsidRDefault="001A6F12" w:rsidP="001A6F12">
      <w:pPr>
        <w:spacing w:after="0" w:line="240" w:lineRule="auto"/>
        <w:ind w:firstLine="567"/>
        <w:rPr>
          <w:rFonts w:eastAsia="Times New Roman" w:cs="Times New Roman"/>
          <w:lang w:eastAsia="cs-CZ"/>
        </w:rPr>
      </w:pPr>
    </w:p>
    <w:p w14:paraId="76EF427A"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3D6333D" w14:textId="77777777" w:rsidR="001A6F12" w:rsidRDefault="001A6F12" w:rsidP="001A6F12">
      <w:pPr>
        <w:spacing w:after="0" w:line="240" w:lineRule="auto"/>
        <w:ind w:firstLine="567"/>
        <w:rPr>
          <w:rFonts w:eastAsia="Times New Roman" w:cs="Times New Roman"/>
          <w:lang w:eastAsia="cs-CZ"/>
        </w:rPr>
      </w:pPr>
    </w:p>
    <w:p w14:paraId="5B787ACF"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80C3443"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473DB8BE"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25E53907"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65C97983"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7D478ABA"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3CA1F03D"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2B8A38F1" w14:textId="77777777" w:rsidR="00F14433" w:rsidRPr="00627619" w:rsidRDefault="00F14433" w:rsidP="00F14433">
      <w:pPr>
        <w:spacing w:after="120"/>
        <w:ind w:left="737"/>
        <w:jc w:val="both"/>
      </w:pPr>
      <w:r w:rsidRPr="00627619">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w:t>
      </w:r>
      <w:r w:rsidRPr="00627619">
        <w:lastRenderedPageBreak/>
        <w:t>vybraného dodavatele, je-li zahraniční právnickou osobou, pokud nepředložil údaje nebo doklady vyžádané zadavatelem postupem dle tohoto článku.</w:t>
      </w:r>
    </w:p>
    <w:p w14:paraId="70B734CA"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3F710EE9"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F55DF47" w14:textId="77777777" w:rsidR="001A6F12" w:rsidRPr="001A6F12" w:rsidRDefault="001A6F12" w:rsidP="001A6F12">
      <w:pPr>
        <w:spacing w:after="0" w:line="240" w:lineRule="auto"/>
        <w:ind w:firstLine="567"/>
        <w:rPr>
          <w:rFonts w:eastAsia="Times New Roman" w:cs="Times New Roman"/>
          <w:lang w:eastAsia="cs-CZ"/>
        </w:rPr>
      </w:pPr>
    </w:p>
    <w:p w14:paraId="4C63907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2A91D63"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4CD92CBD"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42963D54"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18BBA439"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197D6FA"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91F1E78"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9E0BFE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E2FDB3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3CFA7B7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w:t>
      </w:r>
      <w:r w:rsidRPr="001A6F12">
        <w:rPr>
          <w:rFonts w:eastAsia="Times New Roman" w:cs="Times New Roman"/>
          <w:lang w:eastAsia="cs-CZ"/>
        </w:rPr>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05F6902"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74C5755"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66BF170B"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BE3DF8E"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0042D45"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3B496C02"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0AC16E8F"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39BB1F85"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5AB4F44D"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0D16A5"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702AAEA0"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07A258A"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8FEEAE2"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14:paraId="4685D27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6E719F0"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3ADABA5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42B979C"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47642D1D"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9238BAC"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3B2330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65C82D0" w14:textId="77777777" w:rsidR="00C94497" w:rsidRDefault="00C94497" w:rsidP="00C94497">
      <w:pPr>
        <w:spacing w:after="0" w:line="240" w:lineRule="auto"/>
        <w:rPr>
          <w:rFonts w:eastAsia="Times New Roman" w:cs="Times New Roman"/>
          <w:b/>
          <w:bCs/>
          <w:lang w:eastAsia="cs-CZ"/>
        </w:rPr>
      </w:pPr>
    </w:p>
    <w:p w14:paraId="1613354A" w14:textId="77777777" w:rsidR="00C94497" w:rsidRDefault="00C94497" w:rsidP="00C94497">
      <w:pPr>
        <w:spacing w:after="0" w:line="240" w:lineRule="auto"/>
        <w:rPr>
          <w:rFonts w:eastAsia="Times New Roman" w:cs="Times New Roman"/>
          <w:b/>
          <w:bCs/>
          <w:lang w:eastAsia="cs-CZ"/>
        </w:rPr>
      </w:pPr>
    </w:p>
    <w:p w14:paraId="79F0158C" w14:textId="77777777" w:rsidR="00C94497" w:rsidRDefault="00C94497" w:rsidP="00C94497">
      <w:pPr>
        <w:spacing w:after="0" w:line="240" w:lineRule="auto"/>
        <w:rPr>
          <w:rFonts w:eastAsia="Times New Roman" w:cs="Times New Roman"/>
          <w:b/>
          <w:bCs/>
          <w:lang w:eastAsia="cs-CZ"/>
        </w:rPr>
      </w:pPr>
    </w:p>
    <w:p w14:paraId="0A77888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6BCA56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21AFB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D5ED6C5"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1A6234D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492A7F9" w14:textId="77777777" w:rsidR="001A6F12" w:rsidRPr="001A6F12" w:rsidRDefault="001A6F12" w:rsidP="001A6F12">
      <w:pPr>
        <w:spacing w:before="60" w:after="0" w:line="240" w:lineRule="exact"/>
        <w:rPr>
          <w:rFonts w:eastAsia="Times New Roman" w:cs="Calibri"/>
          <w:lang w:eastAsia="cs-CZ"/>
        </w:rPr>
      </w:pPr>
    </w:p>
    <w:p w14:paraId="4942E34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26171E1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FEA7B1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41815C01"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AB357C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D3A1BDE"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694BF98C"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2B17143"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0C52E56B" w14:textId="77777777" w:rsidR="00F749FC" w:rsidRDefault="00F749FC" w:rsidP="00165FDC">
      <w:pPr>
        <w:jc w:val="both"/>
        <w:rPr>
          <w:rFonts w:eastAsia="Times New Roman" w:cs="Arial"/>
          <w:lang w:eastAsia="cs-CZ"/>
        </w:rPr>
      </w:pPr>
    </w:p>
    <w:p w14:paraId="6337F7AF" w14:textId="77777777"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446002" w:rsidRPr="001A6F12">
        <w:rPr>
          <w:rFonts w:eastAsia="Times New Roman" w:cs="Times New Roman"/>
          <w:b/>
          <w:lang w:eastAsia="cs-CZ"/>
        </w:rPr>
        <w:t>„</w:t>
      </w:r>
      <w:r w:rsidR="00446002">
        <w:rPr>
          <w:rFonts w:eastAsia="Times New Roman" w:cs="Times New Roman"/>
          <w:b/>
          <w:lang w:eastAsia="cs-CZ"/>
        </w:rPr>
        <w:t>Rekonstrukce PZS vč. povrchu v km 2,265 (P7412) na trati Valašské Meziříčí – Rožnov p/R, BOZP</w:t>
      </w:r>
      <w:r w:rsidR="00446002" w:rsidRPr="001A6F12">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7525EF27"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446002" w:rsidRPr="001A6F12">
        <w:rPr>
          <w:rFonts w:eastAsia="Times New Roman" w:cs="Times New Roman"/>
          <w:b/>
          <w:lang w:eastAsia="cs-CZ"/>
        </w:rPr>
        <w:t>„</w:t>
      </w:r>
      <w:r w:rsidR="00446002">
        <w:rPr>
          <w:rFonts w:eastAsia="Times New Roman" w:cs="Times New Roman"/>
          <w:b/>
          <w:lang w:eastAsia="cs-CZ"/>
        </w:rPr>
        <w:t>Rekonstrukce PZS vč. povrchu v km 2,265 (P7412) na trati Valašské Meziříčí – Rožnov p/R, BOZP</w:t>
      </w:r>
      <w:r w:rsidR="00446002" w:rsidRPr="001A6F12">
        <w:rPr>
          <w:rFonts w:eastAsia="Times New Roman" w:cs="Times New Roman"/>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4B54B1AA"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0B30A266"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63D2DC26" w14:textId="77777777" w:rsidR="001A6F12" w:rsidRPr="001A6F12" w:rsidRDefault="001A6F12" w:rsidP="001A6F12">
      <w:pPr>
        <w:spacing w:after="120" w:line="240" w:lineRule="auto"/>
        <w:ind w:left="283" w:firstLine="567"/>
        <w:rPr>
          <w:rFonts w:eastAsia="Times New Roman" w:cs="Calibri"/>
          <w:lang w:eastAsia="cs-CZ"/>
        </w:rPr>
      </w:pPr>
    </w:p>
    <w:p w14:paraId="2B548761"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4DA6B74" w14:textId="77777777" w:rsidR="001A6F12" w:rsidRPr="001A6F12" w:rsidRDefault="001A6F12" w:rsidP="001A6F12">
      <w:pPr>
        <w:spacing w:after="120" w:line="240" w:lineRule="auto"/>
        <w:ind w:left="283" w:firstLine="567"/>
        <w:rPr>
          <w:rFonts w:eastAsia="Times New Roman" w:cs="Calibri"/>
          <w:lang w:eastAsia="cs-CZ"/>
        </w:rPr>
      </w:pPr>
    </w:p>
    <w:p w14:paraId="2A592B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D74C71D" w14:textId="77777777" w:rsidTr="00D05B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9E5446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B7E0AE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2AEBCBE" w14:textId="77777777" w:rsidTr="00D05B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40767C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B25C2CB" w14:textId="77777777" w:rsidR="001A6F12" w:rsidRPr="001A6F12" w:rsidRDefault="001A6F12" w:rsidP="001A6F12">
            <w:pPr>
              <w:spacing w:after="0" w:line="240" w:lineRule="auto"/>
              <w:ind w:firstLine="567"/>
              <w:rPr>
                <w:rFonts w:eastAsia="Times New Roman" w:cs="Calibri"/>
                <w:lang w:eastAsia="cs-CZ"/>
              </w:rPr>
            </w:pPr>
          </w:p>
        </w:tc>
      </w:tr>
    </w:tbl>
    <w:p w14:paraId="048B7415" w14:textId="77777777" w:rsidR="001A6F12" w:rsidRPr="001A6F12" w:rsidRDefault="001A6F12" w:rsidP="001A6F12">
      <w:pPr>
        <w:spacing w:after="0" w:line="240" w:lineRule="auto"/>
        <w:jc w:val="center"/>
        <w:rPr>
          <w:rFonts w:eastAsia="Times New Roman" w:cs="Calibri"/>
          <w:b/>
          <w:bCs/>
          <w:caps/>
          <w:lang w:eastAsia="cs-CZ"/>
        </w:rPr>
      </w:pPr>
    </w:p>
    <w:p w14:paraId="74F0FFC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C9258D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56636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D4587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1F6DBE6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2F613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4B08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48AC1F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A3FBD3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A4A4EA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FB74F0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26609A6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30F9AA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68AE19C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A206200" w14:textId="77777777" w:rsidR="001A6F12" w:rsidRPr="001A6F12" w:rsidRDefault="001A6F12" w:rsidP="001A6F12">
      <w:pPr>
        <w:spacing w:after="0" w:line="240" w:lineRule="auto"/>
        <w:ind w:firstLine="567"/>
        <w:rPr>
          <w:rFonts w:eastAsia="Times New Roman" w:cs="Times New Roman"/>
          <w:lang w:eastAsia="cs-CZ"/>
        </w:rPr>
      </w:pPr>
    </w:p>
    <w:p w14:paraId="475C915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5415DE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7BC1479" w14:textId="77777777" w:rsidR="001A6F12" w:rsidRPr="001A6F12" w:rsidRDefault="001A6F12" w:rsidP="001A6F12">
      <w:pPr>
        <w:spacing w:after="0" w:line="240" w:lineRule="auto"/>
        <w:ind w:firstLine="567"/>
        <w:rPr>
          <w:rFonts w:eastAsia="Times New Roman" w:cs="Times New Roman"/>
          <w:lang w:eastAsia="cs-CZ"/>
        </w:rPr>
      </w:pPr>
    </w:p>
    <w:p w14:paraId="056A509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94871E5" w14:textId="77777777" w:rsidTr="00D05B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AA229E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A2DC76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69368AC" w14:textId="77777777" w:rsidTr="00D05B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B463B1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563746" w14:textId="77777777" w:rsidR="001A6F12" w:rsidRPr="001A6F12" w:rsidRDefault="001A6F12" w:rsidP="001A6F12">
            <w:pPr>
              <w:spacing w:after="0" w:line="240" w:lineRule="auto"/>
              <w:ind w:firstLine="567"/>
              <w:rPr>
                <w:rFonts w:eastAsia="Times New Roman" w:cs="Calibri"/>
                <w:lang w:eastAsia="cs-CZ"/>
              </w:rPr>
            </w:pPr>
          </w:p>
        </w:tc>
      </w:tr>
    </w:tbl>
    <w:p w14:paraId="50236C38"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9FB8319" w14:textId="77777777" w:rsidR="00982E5E" w:rsidRDefault="00982E5E">
      <w:pPr>
        <w:rPr>
          <w:rFonts w:eastAsia="Times New Roman" w:cs="Calibri"/>
          <w:b/>
          <w:bCs/>
          <w:lang w:eastAsia="cs-CZ"/>
        </w:rPr>
      </w:pPr>
      <w:r>
        <w:rPr>
          <w:rFonts w:eastAsia="Times New Roman" w:cs="Calibri"/>
          <w:b/>
          <w:bCs/>
          <w:lang w:eastAsia="cs-CZ"/>
        </w:rPr>
        <w:br w:type="page"/>
      </w:r>
    </w:p>
    <w:p w14:paraId="40E13F5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1C4867D8"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4DE4D614" w14:textId="77777777" w:rsidTr="00982E5E">
        <w:trPr>
          <w:cantSplit/>
        </w:trPr>
        <w:tc>
          <w:tcPr>
            <w:tcW w:w="2127" w:type="dxa"/>
          </w:tcPr>
          <w:p w14:paraId="20C47E8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D367ED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1EAE0097"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459509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4175590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73C8A3FD" w14:textId="77777777" w:rsidTr="00982E5E">
        <w:trPr>
          <w:cantSplit/>
        </w:trPr>
        <w:tc>
          <w:tcPr>
            <w:tcW w:w="2127" w:type="dxa"/>
          </w:tcPr>
          <w:p w14:paraId="5EF59F1F"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0FE64AA5"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10CA6261"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3F2CCCD3"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34BA8D39"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406D0867" w14:textId="77777777" w:rsidTr="00982E5E">
        <w:trPr>
          <w:cantSplit/>
        </w:trPr>
        <w:tc>
          <w:tcPr>
            <w:tcW w:w="2127" w:type="dxa"/>
          </w:tcPr>
          <w:p w14:paraId="73480A6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DC42E6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A34A0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00B7B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391837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F11C0E2" w14:textId="77777777" w:rsidTr="00982E5E">
        <w:trPr>
          <w:cantSplit/>
        </w:trPr>
        <w:tc>
          <w:tcPr>
            <w:tcW w:w="2127" w:type="dxa"/>
          </w:tcPr>
          <w:p w14:paraId="31E83C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6B6EF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58DD3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CE760B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375F3A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E100031" w14:textId="77777777" w:rsidTr="00982E5E">
        <w:trPr>
          <w:cantSplit/>
        </w:trPr>
        <w:tc>
          <w:tcPr>
            <w:tcW w:w="2127" w:type="dxa"/>
          </w:tcPr>
          <w:p w14:paraId="77218F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D7E422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FBBE03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594FA2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F4DFDD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F19B76A" w14:textId="77777777" w:rsidTr="00982E5E">
        <w:trPr>
          <w:cantSplit/>
        </w:trPr>
        <w:tc>
          <w:tcPr>
            <w:tcW w:w="2127" w:type="dxa"/>
          </w:tcPr>
          <w:p w14:paraId="66E41E9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77131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248A6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3DEC04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384220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470D778" w14:textId="77777777" w:rsidTr="00982E5E">
        <w:trPr>
          <w:cantSplit/>
        </w:trPr>
        <w:tc>
          <w:tcPr>
            <w:tcW w:w="2127" w:type="dxa"/>
          </w:tcPr>
          <w:p w14:paraId="589E2DA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4B53B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FD65AD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D686E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A57C6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F3AA449" w14:textId="77777777" w:rsidTr="00982E5E">
        <w:trPr>
          <w:cantSplit/>
        </w:trPr>
        <w:tc>
          <w:tcPr>
            <w:tcW w:w="2127" w:type="dxa"/>
          </w:tcPr>
          <w:p w14:paraId="0806EC04"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0C990BA1"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65FDF7A"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70D29CF"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1F099F8D"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3D6A62AD" w14:textId="77777777" w:rsidTr="00982E5E">
        <w:trPr>
          <w:cantSplit/>
        </w:trPr>
        <w:tc>
          <w:tcPr>
            <w:tcW w:w="2127" w:type="dxa"/>
          </w:tcPr>
          <w:p w14:paraId="17BD69F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974D0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F73AC2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3A082D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FC7C2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41386D4" w14:textId="77777777" w:rsidTr="00982E5E">
        <w:trPr>
          <w:cantSplit/>
        </w:trPr>
        <w:tc>
          <w:tcPr>
            <w:tcW w:w="2127" w:type="dxa"/>
          </w:tcPr>
          <w:p w14:paraId="3558572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915020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5FBDE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AA4D5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097368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6D7C580" w14:textId="77777777" w:rsidTr="00982E5E">
        <w:trPr>
          <w:cantSplit/>
        </w:trPr>
        <w:tc>
          <w:tcPr>
            <w:tcW w:w="2127" w:type="dxa"/>
          </w:tcPr>
          <w:p w14:paraId="1C2825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B3FA29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34E12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5339A3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7B0DB3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D8DC1B5" w14:textId="77777777" w:rsidTr="00982E5E">
        <w:trPr>
          <w:cantSplit/>
        </w:trPr>
        <w:tc>
          <w:tcPr>
            <w:tcW w:w="2127" w:type="dxa"/>
          </w:tcPr>
          <w:p w14:paraId="1EC069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68F236F"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C4F357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5C3BFE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1A68D7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024D0E6E" w14:textId="77777777" w:rsidR="001A6F12" w:rsidRPr="001A6F12" w:rsidRDefault="001A6F12" w:rsidP="001A6F12">
      <w:pPr>
        <w:spacing w:after="0" w:line="240" w:lineRule="exact"/>
        <w:jc w:val="both"/>
        <w:rPr>
          <w:rFonts w:eastAsia="Times New Roman" w:cs="Calibri"/>
          <w:lang w:eastAsia="cs-CZ"/>
        </w:rPr>
      </w:pPr>
    </w:p>
    <w:p w14:paraId="612F44FC"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6D766C23" w14:textId="77777777" w:rsidR="001A6F12" w:rsidRPr="001A6F12" w:rsidRDefault="001A6F12" w:rsidP="001A6F12">
      <w:pPr>
        <w:spacing w:after="0" w:line="240" w:lineRule="exact"/>
        <w:jc w:val="both"/>
        <w:rPr>
          <w:rFonts w:eastAsia="Times New Roman" w:cs="Calibri"/>
          <w:b/>
          <w:lang w:eastAsia="cs-CZ"/>
        </w:rPr>
      </w:pPr>
    </w:p>
    <w:p w14:paraId="731F5D78"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1551AE05" w14:textId="77777777" w:rsidR="001A6F12" w:rsidRPr="001A6F12" w:rsidRDefault="001A6F12" w:rsidP="001A6F12">
      <w:pPr>
        <w:spacing w:after="0" w:line="240" w:lineRule="exact"/>
        <w:jc w:val="both"/>
        <w:rPr>
          <w:rFonts w:eastAsia="Times New Roman" w:cs="Calibri"/>
          <w:b/>
          <w:lang w:eastAsia="cs-CZ"/>
        </w:rPr>
      </w:pPr>
    </w:p>
    <w:p w14:paraId="798DBF2B" w14:textId="77777777" w:rsidR="001A6F12" w:rsidRPr="001A6F12" w:rsidRDefault="001A6F12" w:rsidP="001A6F12">
      <w:pPr>
        <w:spacing w:after="0" w:line="240" w:lineRule="auto"/>
        <w:jc w:val="both"/>
        <w:rPr>
          <w:rFonts w:eastAsia="Times New Roman" w:cs="Calibri"/>
          <w:lang w:eastAsia="cs-CZ"/>
        </w:rPr>
      </w:pPr>
    </w:p>
    <w:p w14:paraId="4DEBCE27"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A509FFB" w14:textId="77777777" w:rsidR="001A6F12" w:rsidRPr="001A6F12" w:rsidRDefault="001A6F12" w:rsidP="001A6F12">
      <w:pPr>
        <w:spacing w:after="0" w:line="240" w:lineRule="auto"/>
        <w:jc w:val="both"/>
        <w:rPr>
          <w:rFonts w:eastAsia="Times New Roman" w:cs="Calibri"/>
          <w:lang w:eastAsia="cs-CZ"/>
        </w:rPr>
      </w:pPr>
    </w:p>
    <w:p w14:paraId="32165D0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4D195C69" w14:textId="77777777" w:rsidTr="00D05B52">
        <w:trPr>
          <w:trHeight w:hRule="exact" w:val="567"/>
        </w:trPr>
        <w:tc>
          <w:tcPr>
            <w:tcW w:w="2268" w:type="dxa"/>
            <w:shd w:val="pct5" w:color="auto" w:fill="FFFFFF"/>
            <w:vAlign w:val="center"/>
          </w:tcPr>
          <w:p w14:paraId="1EFB2D75"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50BB487" w14:textId="77777777" w:rsidR="001A6F12" w:rsidRPr="001A6F12" w:rsidRDefault="001A6F12" w:rsidP="001A6F12">
            <w:pPr>
              <w:spacing w:after="0" w:line="240" w:lineRule="auto"/>
              <w:rPr>
                <w:rFonts w:eastAsia="Times New Roman" w:cs="Calibri"/>
                <w:lang w:eastAsia="cs-CZ"/>
              </w:rPr>
            </w:pPr>
          </w:p>
        </w:tc>
      </w:tr>
      <w:tr w:rsidR="001A6F12" w:rsidRPr="001A6F12" w14:paraId="131C1AF7" w14:textId="77777777" w:rsidTr="00D05B52">
        <w:trPr>
          <w:trHeight w:hRule="exact" w:val="567"/>
        </w:trPr>
        <w:tc>
          <w:tcPr>
            <w:tcW w:w="2268" w:type="dxa"/>
            <w:shd w:val="pct5" w:color="auto" w:fill="FFFFFF"/>
            <w:vAlign w:val="center"/>
          </w:tcPr>
          <w:p w14:paraId="60FAF8EA"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172C21DF" w14:textId="77777777" w:rsidR="001A6F12" w:rsidRPr="001A6F12" w:rsidRDefault="001A6F12" w:rsidP="001A6F12">
            <w:pPr>
              <w:spacing w:after="0" w:line="240" w:lineRule="auto"/>
              <w:rPr>
                <w:rFonts w:eastAsia="Times New Roman" w:cs="Calibri"/>
                <w:lang w:eastAsia="cs-CZ"/>
              </w:rPr>
            </w:pPr>
          </w:p>
        </w:tc>
      </w:tr>
    </w:tbl>
    <w:p w14:paraId="38433CFD" w14:textId="77777777" w:rsidR="001A6F12" w:rsidRPr="001A6F12" w:rsidRDefault="001A6F12" w:rsidP="001A6F12">
      <w:pPr>
        <w:spacing w:after="0" w:line="240" w:lineRule="auto"/>
        <w:rPr>
          <w:rFonts w:eastAsia="Times New Roman" w:cs="Calibri"/>
          <w:lang w:eastAsia="cs-CZ"/>
        </w:rPr>
      </w:pPr>
    </w:p>
    <w:p w14:paraId="068785CA" w14:textId="77777777" w:rsidR="00B23E9E" w:rsidRDefault="00B23E9E">
      <w:r>
        <w:br w:type="page"/>
      </w:r>
    </w:p>
    <w:p w14:paraId="18243BA0"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14:paraId="4110272A"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23BB5F62" w14:textId="77777777" w:rsidR="00B23E9E" w:rsidRPr="00964860" w:rsidRDefault="00B23E9E" w:rsidP="00B23E9E">
      <w:pPr>
        <w:pStyle w:val="Textbezslovn"/>
        <w:ind w:left="0"/>
        <w:rPr>
          <w:b/>
        </w:rPr>
      </w:pPr>
      <w:r w:rsidRPr="00964860">
        <w:rPr>
          <w:b/>
        </w:rPr>
        <w:t>Čestné prohlášení</w:t>
      </w:r>
    </w:p>
    <w:p w14:paraId="6647065F"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DCC4733"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0D43D74"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9466162"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7C12C90F"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77B84A3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740342D7" w14:textId="77777777" w:rsidR="00B23E9E" w:rsidRDefault="00B23E9E" w:rsidP="00B23E9E">
      <w:pPr>
        <w:spacing w:after="0" w:line="240" w:lineRule="auto"/>
        <w:jc w:val="both"/>
        <w:rPr>
          <w:rFonts w:eastAsia="Times New Roman" w:cs="Times New Roman"/>
          <w:lang w:eastAsia="cs-CZ"/>
        </w:rPr>
      </w:pPr>
    </w:p>
    <w:p w14:paraId="3C283ADA" w14:textId="7777777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6E6683B3"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6DD7674E"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BA31025"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39AF628A"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8640ECB"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198403C" w14:textId="77777777" w:rsidR="00B23E9E" w:rsidRPr="001A6F12" w:rsidRDefault="00B23E9E" w:rsidP="00B23E9E">
      <w:pPr>
        <w:spacing w:after="0" w:line="240" w:lineRule="auto"/>
        <w:ind w:firstLine="567"/>
        <w:rPr>
          <w:rFonts w:eastAsia="Times New Roman" w:cs="Times New Roman"/>
          <w:lang w:eastAsia="cs-CZ"/>
        </w:rPr>
      </w:pPr>
    </w:p>
    <w:p w14:paraId="58E52A5E"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64FD5C79" w14:textId="77777777" w:rsidTr="00D05B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A97398E" w14:textId="77777777" w:rsidR="00B23E9E" w:rsidRPr="001A6F12" w:rsidRDefault="00B23E9E" w:rsidP="00D05B5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687DB85" w14:textId="77777777" w:rsidR="00B23E9E" w:rsidRPr="001A6F12" w:rsidRDefault="00B23E9E" w:rsidP="00D05B52">
            <w:pPr>
              <w:spacing w:after="0" w:line="240" w:lineRule="auto"/>
              <w:ind w:firstLine="567"/>
              <w:rPr>
                <w:rFonts w:eastAsia="Times New Roman" w:cs="Calibri"/>
                <w:lang w:eastAsia="cs-CZ"/>
              </w:rPr>
            </w:pPr>
          </w:p>
        </w:tc>
      </w:tr>
      <w:tr w:rsidR="00B23E9E" w:rsidRPr="001A6F12" w14:paraId="5B596DC7" w14:textId="77777777" w:rsidTr="00D05B5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6D18205" w14:textId="77777777" w:rsidR="00B23E9E" w:rsidRPr="001A6F12" w:rsidRDefault="00B23E9E" w:rsidP="00D05B5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E75E185" w14:textId="77777777" w:rsidR="00B23E9E" w:rsidRPr="001A6F12" w:rsidRDefault="00B23E9E" w:rsidP="00D05B52">
            <w:pPr>
              <w:spacing w:after="0" w:line="240" w:lineRule="auto"/>
              <w:ind w:firstLine="567"/>
              <w:rPr>
                <w:rFonts w:eastAsia="Times New Roman" w:cs="Calibri"/>
                <w:lang w:eastAsia="cs-CZ"/>
              </w:rPr>
            </w:pPr>
          </w:p>
        </w:tc>
      </w:tr>
    </w:tbl>
    <w:p w14:paraId="10D5498E" w14:textId="77777777" w:rsidR="00B23E9E" w:rsidRPr="001A6F12" w:rsidRDefault="00B23E9E" w:rsidP="00B23E9E">
      <w:pPr>
        <w:spacing w:after="0" w:line="240" w:lineRule="auto"/>
      </w:pPr>
    </w:p>
    <w:p w14:paraId="61739364" w14:textId="77777777"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CB3CA" w14:textId="77777777" w:rsidR="00D05B52" w:rsidRDefault="00D05B52" w:rsidP="00962258">
      <w:pPr>
        <w:spacing w:after="0" w:line="240" w:lineRule="auto"/>
      </w:pPr>
      <w:r>
        <w:separator/>
      </w:r>
    </w:p>
  </w:endnote>
  <w:endnote w:type="continuationSeparator" w:id="0">
    <w:p w14:paraId="16E34548" w14:textId="77777777" w:rsidR="00D05B52" w:rsidRDefault="00D05B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05B52" w14:paraId="6E3A308C" w14:textId="77777777" w:rsidTr="00D831A3">
      <w:tc>
        <w:tcPr>
          <w:tcW w:w="1361" w:type="dxa"/>
          <w:tcMar>
            <w:left w:w="0" w:type="dxa"/>
            <w:right w:w="0" w:type="dxa"/>
          </w:tcMar>
          <w:vAlign w:val="bottom"/>
        </w:tcPr>
        <w:p w14:paraId="18CA5408" w14:textId="49BA6B85" w:rsidR="00D05B52" w:rsidRPr="00B8518B" w:rsidRDefault="00D05B5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320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320A">
            <w:rPr>
              <w:rStyle w:val="slostrnky"/>
              <w:noProof/>
            </w:rPr>
            <w:t>18</w:t>
          </w:r>
          <w:r w:rsidRPr="00B8518B">
            <w:rPr>
              <w:rStyle w:val="slostrnky"/>
            </w:rPr>
            <w:fldChar w:fldCharType="end"/>
          </w:r>
        </w:p>
      </w:tc>
      <w:tc>
        <w:tcPr>
          <w:tcW w:w="3458" w:type="dxa"/>
          <w:shd w:val="clear" w:color="auto" w:fill="auto"/>
          <w:tcMar>
            <w:left w:w="0" w:type="dxa"/>
            <w:right w:w="0" w:type="dxa"/>
          </w:tcMar>
        </w:tcPr>
        <w:p w14:paraId="250670AE" w14:textId="77777777" w:rsidR="00D05B52" w:rsidRDefault="00D05B52" w:rsidP="00B8518B">
          <w:pPr>
            <w:pStyle w:val="Zpat"/>
          </w:pPr>
        </w:p>
      </w:tc>
      <w:tc>
        <w:tcPr>
          <w:tcW w:w="2835" w:type="dxa"/>
          <w:shd w:val="clear" w:color="auto" w:fill="auto"/>
          <w:tcMar>
            <w:left w:w="0" w:type="dxa"/>
            <w:right w:w="0" w:type="dxa"/>
          </w:tcMar>
        </w:tcPr>
        <w:p w14:paraId="031D786A" w14:textId="77777777" w:rsidR="00D05B52" w:rsidRDefault="00D05B52" w:rsidP="00B8518B">
          <w:pPr>
            <w:pStyle w:val="Zpat"/>
          </w:pPr>
        </w:p>
      </w:tc>
      <w:tc>
        <w:tcPr>
          <w:tcW w:w="2921" w:type="dxa"/>
        </w:tcPr>
        <w:p w14:paraId="1CA12CA3" w14:textId="77777777" w:rsidR="00D05B52" w:rsidRDefault="00D05B52" w:rsidP="00D831A3">
          <w:pPr>
            <w:pStyle w:val="Zpat"/>
          </w:pPr>
        </w:p>
      </w:tc>
    </w:tr>
  </w:tbl>
  <w:p w14:paraId="496558B4" w14:textId="77777777" w:rsidR="00D05B52" w:rsidRPr="00B8518B" w:rsidRDefault="00D05B5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28B081" wp14:editId="4708188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258F7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CA2FBAB" wp14:editId="339DA12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3A741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05B52" w14:paraId="10B8604F" w14:textId="77777777" w:rsidTr="00F1715C">
      <w:tc>
        <w:tcPr>
          <w:tcW w:w="1361" w:type="dxa"/>
          <w:tcMar>
            <w:left w:w="0" w:type="dxa"/>
            <w:right w:w="0" w:type="dxa"/>
          </w:tcMar>
          <w:vAlign w:val="bottom"/>
        </w:tcPr>
        <w:p w14:paraId="4E68F038" w14:textId="73714DCB" w:rsidR="00D05B52" w:rsidRPr="00B8518B" w:rsidRDefault="00D05B5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320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320A">
            <w:rPr>
              <w:rStyle w:val="slostrnky"/>
              <w:noProof/>
            </w:rPr>
            <w:t>18</w:t>
          </w:r>
          <w:r w:rsidRPr="00B8518B">
            <w:rPr>
              <w:rStyle w:val="slostrnky"/>
            </w:rPr>
            <w:fldChar w:fldCharType="end"/>
          </w:r>
        </w:p>
      </w:tc>
      <w:tc>
        <w:tcPr>
          <w:tcW w:w="3458" w:type="dxa"/>
          <w:shd w:val="clear" w:color="auto" w:fill="auto"/>
          <w:tcMar>
            <w:left w:w="0" w:type="dxa"/>
            <w:right w:w="0" w:type="dxa"/>
          </w:tcMar>
        </w:tcPr>
        <w:p w14:paraId="2AD46CD6" w14:textId="77777777" w:rsidR="00D05B52" w:rsidRDefault="00D05B52">
          <w:pPr>
            <w:pStyle w:val="Zpat"/>
          </w:pPr>
          <w:r>
            <w:t>Správa železnic, státní organizace</w:t>
          </w:r>
        </w:p>
        <w:p w14:paraId="32601513" w14:textId="77777777" w:rsidR="00D05B52" w:rsidRDefault="00D05B52">
          <w:pPr>
            <w:pStyle w:val="Zpat"/>
          </w:pPr>
          <w:r>
            <w:t>zapsána v obchodním rejstříku vedeném Městským soudem v Praze, spisová značka A 48384</w:t>
          </w:r>
        </w:p>
      </w:tc>
      <w:tc>
        <w:tcPr>
          <w:tcW w:w="2835" w:type="dxa"/>
          <w:shd w:val="clear" w:color="auto" w:fill="auto"/>
          <w:tcMar>
            <w:left w:w="0" w:type="dxa"/>
            <w:right w:w="0" w:type="dxa"/>
          </w:tcMar>
        </w:tcPr>
        <w:p w14:paraId="2B1550BF" w14:textId="77777777" w:rsidR="00D05B52" w:rsidRDefault="00D05B52">
          <w:pPr>
            <w:pStyle w:val="Zpat"/>
          </w:pPr>
          <w:r>
            <w:t>Sídlo: Dlážděná 1003/7, 110 00</w:t>
          </w:r>
          <w:r>
            <w:t> </w:t>
          </w:r>
          <w:r>
            <w:t>Praha 1</w:t>
          </w:r>
        </w:p>
        <w:p w14:paraId="6BC776DE" w14:textId="77777777" w:rsidR="00D05B52" w:rsidRDefault="00D05B52">
          <w:pPr>
            <w:pStyle w:val="Zpat"/>
          </w:pPr>
          <w:r>
            <w:t>IČO: 709 94 234 DIČ: CZ 709 94 234</w:t>
          </w:r>
        </w:p>
        <w:p w14:paraId="5E28076D" w14:textId="77777777" w:rsidR="00D05B52" w:rsidRDefault="00D05B52">
          <w:pPr>
            <w:pStyle w:val="Zpat"/>
          </w:pPr>
          <w:r>
            <w:t>www.spravazeleznic.cz</w:t>
          </w:r>
        </w:p>
      </w:tc>
      <w:tc>
        <w:tcPr>
          <w:tcW w:w="2921" w:type="dxa"/>
        </w:tcPr>
        <w:p w14:paraId="40B1C647" w14:textId="77777777" w:rsidR="00D05B52" w:rsidRDefault="00D05B52">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F1057EC" w14:textId="77777777" w:rsidR="00D05B52" w:rsidRDefault="00D05B52">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109F98A" w14:textId="77777777" w:rsidR="00D05B52" w:rsidRDefault="00D05B52">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66B6DFE6" w14:textId="77777777" w:rsidR="00D05B52" w:rsidRDefault="00D05B52">
          <w:pPr>
            <w:pStyle w:val="Zpat"/>
          </w:pPr>
        </w:p>
      </w:tc>
    </w:tr>
  </w:tbl>
  <w:p w14:paraId="0C5383CE" w14:textId="77777777" w:rsidR="00D05B52" w:rsidRPr="00B8518B" w:rsidRDefault="00D05B5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DEB1D7A" wp14:editId="0FD68C5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D781F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4D3AAB8" wp14:editId="374934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90EE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AF425C9" w14:textId="77777777" w:rsidR="00D05B52" w:rsidRPr="00460660" w:rsidRDefault="00D05B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0FA41" w14:textId="77777777" w:rsidR="00D05B52" w:rsidRDefault="00D05B52" w:rsidP="00962258">
      <w:pPr>
        <w:spacing w:after="0" w:line="240" w:lineRule="auto"/>
      </w:pPr>
      <w:r>
        <w:separator/>
      </w:r>
    </w:p>
  </w:footnote>
  <w:footnote w:type="continuationSeparator" w:id="0">
    <w:p w14:paraId="5B51D31F" w14:textId="77777777" w:rsidR="00D05B52" w:rsidRDefault="00D05B52" w:rsidP="00962258">
      <w:pPr>
        <w:spacing w:after="0" w:line="240" w:lineRule="auto"/>
      </w:pPr>
      <w:r>
        <w:continuationSeparator/>
      </w:r>
    </w:p>
  </w:footnote>
  <w:footnote w:id="1">
    <w:p w14:paraId="0E5CD811" w14:textId="77777777" w:rsidR="00D05B52" w:rsidRPr="00EB54C9" w:rsidRDefault="00D05B52"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1AD9C584" w14:textId="77777777" w:rsidR="00D05B52" w:rsidRDefault="00D05B52"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F7B1B6A" w14:textId="77777777" w:rsidR="00D05B52" w:rsidRPr="00DF557C" w:rsidRDefault="00D05B5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0D78FC5" w14:textId="77777777" w:rsidR="00D05B52" w:rsidRDefault="00D05B5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08B33F61" w14:textId="77777777" w:rsidR="00D05B52" w:rsidRDefault="00D05B52"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5F93124D" w14:textId="77777777" w:rsidR="00D05B52" w:rsidRPr="00545EB9" w:rsidRDefault="00D05B52"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2831F84E" w14:textId="77777777" w:rsidR="00D05B52" w:rsidRPr="00EB54C9" w:rsidRDefault="00D05B52"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05B52" w14:paraId="4B2FF3D6" w14:textId="77777777" w:rsidTr="00C02D0A">
      <w:trPr>
        <w:trHeight w:hRule="exact" w:val="454"/>
      </w:trPr>
      <w:tc>
        <w:tcPr>
          <w:tcW w:w="1361" w:type="dxa"/>
          <w:tcMar>
            <w:top w:w="57" w:type="dxa"/>
            <w:left w:w="0" w:type="dxa"/>
            <w:right w:w="0" w:type="dxa"/>
          </w:tcMar>
        </w:tcPr>
        <w:p w14:paraId="2E86588A" w14:textId="77777777" w:rsidR="00D05B52" w:rsidRPr="00B8518B" w:rsidRDefault="00D05B52" w:rsidP="00523EA7">
          <w:pPr>
            <w:pStyle w:val="Zpat"/>
            <w:rPr>
              <w:rStyle w:val="slostrnky"/>
            </w:rPr>
          </w:pPr>
        </w:p>
      </w:tc>
      <w:tc>
        <w:tcPr>
          <w:tcW w:w="3458" w:type="dxa"/>
          <w:shd w:val="clear" w:color="auto" w:fill="auto"/>
          <w:tcMar>
            <w:top w:w="57" w:type="dxa"/>
            <w:left w:w="0" w:type="dxa"/>
            <w:right w:w="0" w:type="dxa"/>
          </w:tcMar>
        </w:tcPr>
        <w:p w14:paraId="72FF757B" w14:textId="77777777" w:rsidR="00D05B52" w:rsidRDefault="00D05B52" w:rsidP="00523EA7">
          <w:pPr>
            <w:pStyle w:val="Zpat"/>
          </w:pPr>
        </w:p>
      </w:tc>
      <w:tc>
        <w:tcPr>
          <w:tcW w:w="5698" w:type="dxa"/>
          <w:shd w:val="clear" w:color="auto" w:fill="auto"/>
          <w:tcMar>
            <w:top w:w="57" w:type="dxa"/>
            <w:left w:w="0" w:type="dxa"/>
            <w:right w:w="0" w:type="dxa"/>
          </w:tcMar>
        </w:tcPr>
        <w:p w14:paraId="4D4AD73C" w14:textId="77777777" w:rsidR="00D05B52" w:rsidRPr="00D6163D" w:rsidRDefault="00D05B52" w:rsidP="00D6163D">
          <w:pPr>
            <w:pStyle w:val="Druhdokumentu"/>
          </w:pPr>
        </w:p>
      </w:tc>
    </w:tr>
  </w:tbl>
  <w:p w14:paraId="09AA26D2" w14:textId="77777777" w:rsidR="00D05B52" w:rsidRPr="00D6163D" w:rsidRDefault="00D05B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05B52" w14:paraId="63265959" w14:textId="77777777" w:rsidTr="00F1715C">
      <w:trPr>
        <w:trHeight w:hRule="exact" w:val="936"/>
      </w:trPr>
      <w:tc>
        <w:tcPr>
          <w:tcW w:w="1361" w:type="dxa"/>
          <w:tcMar>
            <w:left w:w="0" w:type="dxa"/>
            <w:right w:w="0" w:type="dxa"/>
          </w:tcMar>
        </w:tcPr>
        <w:p w14:paraId="7E12D4F6" w14:textId="77777777" w:rsidR="00D05B52" w:rsidRPr="00B8518B" w:rsidRDefault="00D05B52"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3CC47D" wp14:editId="534ACF6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E243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380E504" w14:textId="77777777" w:rsidR="00D05B52" w:rsidRDefault="00D05B52" w:rsidP="00FC6389">
          <w:pPr>
            <w:pStyle w:val="Zpat"/>
          </w:pPr>
        </w:p>
      </w:tc>
      <w:tc>
        <w:tcPr>
          <w:tcW w:w="5698" w:type="dxa"/>
          <w:shd w:val="clear" w:color="auto" w:fill="auto"/>
          <w:tcMar>
            <w:left w:w="0" w:type="dxa"/>
            <w:right w:w="0" w:type="dxa"/>
          </w:tcMar>
        </w:tcPr>
        <w:p w14:paraId="72DEA9D6" w14:textId="77777777" w:rsidR="00D05B52" w:rsidRPr="00D6163D" w:rsidRDefault="00D05B52" w:rsidP="00FC6389">
          <w:pPr>
            <w:pStyle w:val="Druhdokumentu"/>
          </w:pPr>
        </w:p>
      </w:tc>
    </w:tr>
    <w:tr w:rsidR="00D05B52" w14:paraId="59AA7983" w14:textId="77777777" w:rsidTr="00F64786">
      <w:trPr>
        <w:trHeight w:hRule="exact" w:val="452"/>
      </w:trPr>
      <w:tc>
        <w:tcPr>
          <w:tcW w:w="1361" w:type="dxa"/>
          <w:tcMar>
            <w:left w:w="0" w:type="dxa"/>
            <w:right w:w="0" w:type="dxa"/>
          </w:tcMar>
        </w:tcPr>
        <w:p w14:paraId="513E86AB" w14:textId="77777777" w:rsidR="00D05B52" w:rsidRPr="00B8518B" w:rsidRDefault="00D05B52" w:rsidP="00FC6389">
          <w:pPr>
            <w:pStyle w:val="Zpat"/>
            <w:rPr>
              <w:rStyle w:val="slostrnky"/>
            </w:rPr>
          </w:pPr>
        </w:p>
      </w:tc>
      <w:tc>
        <w:tcPr>
          <w:tcW w:w="3458" w:type="dxa"/>
          <w:shd w:val="clear" w:color="auto" w:fill="auto"/>
          <w:tcMar>
            <w:left w:w="0" w:type="dxa"/>
            <w:right w:w="0" w:type="dxa"/>
          </w:tcMar>
        </w:tcPr>
        <w:p w14:paraId="66C13811" w14:textId="77777777" w:rsidR="00D05B52" w:rsidRDefault="00D05B52" w:rsidP="00FC6389">
          <w:pPr>
            <w:pStyle w:val="Zpat"/>
          </w:pPr>
        </w:p>
      </w:tc>
      <w:tc>
        <w:tcPr>
          <w:tcW w:w="5698" w:type="dxa"/>
          <w:shd w:val="clear" w:color="auto" w:fill="auto"/>
          <w:tcMar>
            <w:left w:w="0" w:type="dxa"/>
            <w:right w:w="0" w:type="dxa"/>
          </w:tcMar>
        </w:tcPr>
        <w:p w14:paraId="1D90DE3D" w14:textId="77777777" w:rsidR="00D05B52" w:rsidRDefault="00D05B52" w:rsidP="00FC6389">
          <w:pPr>
            <w:pStyle w:val="Druhdokumentu"/>
            <w:rPr>
              <w:noProof/>
            </w:rPr>
          </w:pPr>
        </w:p>
      </w:tc>
    </w:tr>
  </w:tbl>
  <w:p w14:paraId="7C048EFF" w14:textId="77777777" w:rsidR="00D05B52" w:rsidRPr="00D6163D" w:rsidRDefault="00D05B5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8032350" wp14:editId="2B6EBB2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3434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520EDA8D" wp14:editId="1EE3381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5EEC8DE" w14:textId="77777777" w:rsidR="00D05B52" w:rsidRPr="00460660" w:rsidRDefault="00D05B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67369"/>
    <w:rsid w:val="0026785D"/>
    <w:rsid w:val="00286879"/>
    <w:rsid w:val="002C31BF"/>
    <w:rsid w:val="002E0CD7"/>
    <w:rsid w:val="002F026B"/>
    <w:rsid w:val="002F44A6"/>
    <w:rsid w:val="003068E2"/>
    <w:rsid w:val="00357BC6"/>
    <w:rsid w:val="0037111D"/>
    <w:rsid w:val="003956C6"/>
    <w:rsid w:val="003E6B9A"/>
    <w:rsid w:val="003E75CE"/>
    <w:rsid w:val="0041380F"/>
    <w:rsid w:val="00423F15"/>
    <w:rsid w:val="00446002"/>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0AA9"/>
    <w:rsid w:val="00542527"/>
    <w:rsid w:val="00551D1F"/>
    <w:rsid w:val="00553375"/>
    <w:rsid w:val="005658A6"/>
    <w:rsid w:val="005720E7"/>
    <w:rsid w:val="005722BB"/>
    <w:rsid w:val="005736B7"/>
    <w:rsid w:val="00575E5A"/>
    <w:rsid w:val="00584E2A"/>
    <w:rsid w:val="00596C7E"/>
    <w:rsid w:val="005A64E9"/>
    <w:rsid w:val="005B5EE9"/>
    <w:rsid w:val="005D52DF"/>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2CFA"/>
    <w:rsid w:val="00AE6062"/>
    <w:rsid w:val="00B01719"/>
    <w:rsid w:val="00B15B5E"/>
    <w:rsid w:val="00B15D0D"/>
    <w:rsid w:val="00B23CA3"/>
    <w:rsid w:val="00B23E9E"/>
    <w:rsid w:val="00B3491A"/>
    <w:rsid w:val="00B45E9E"/>
    <w:rsid w:val="00B463DE"/>
    <w:rsid w:val="00B55F9C"/>
    <w:rsid w:val="00B75EE1"/>
    <w:rsid w:val="00B77481"/>
    <w:rsid w:val="00B841EE"/>
    <w:rsid w:val="00B8518B"/>
    <w:rsid w:val="00BA1360"/>
    <w:rsid w:val="00BB3740"/>
    <w:rsid w:val="00BD7E91"/>
    <w:rsid w:val="00BE771D"/>
    <w:rsid w:val="00BF374D"/>
    <w:rsid w:val="00C02D0A"/>
    <w:rsid w:val="00C03A6E"/>
    <w:rsid w:val="00C05EED"/>
    <w:rsid w:val="00C21763"/>
    <w:rsid w:val="00C30759"/>
    <w:rsid w:val="00C44F6A"/>
    <w:rsid w:val="00C727E5"/>
    <w:rsid w:val="00C75FCA"/>
    <w:rsid w:val="00C8207D"/>
    <w:rsid w:val="00C94497"/>
    <w:rsid w:val="00C96B84"/>
    <w:rsid w:val="00CB7B5A"/>
    <w:rsid w:val="00CC1E2B"/>
    <w:rsid w:val="00CD1FC4"/>
    <w:rsid w:val="00CE371D"/>
    <w:rsid w:val="00D02A4D"/>
    <w:rsid w:val="00D05B52"/>
    <w:rsid w:val="00D21061"/>
    <w:rsid w:val="00D316A7"/>
    <w:rsid w:val="00D4108E"/>
    <w:rsid w:val="00D6163D"/>
    <w:rsid w:val="00D63009"/>
    <w:rsid w:val="00D831A3"/>
    <w:rsid w:val="00D902AD"/>
    <w:rsid w:val="00DA6FFE"/>
    <w:rsid w:val="00DC3110"/>
    <w:rsid w:val="00DD46F3"/>
    <w:rsid w:val="00DD58A6"/>
    <w:rsid w:val="00DE56F2"/>
    <w:rsid w:val="00DF116D"/>
    <w:rsid w:val="00DF320A"/>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2EE0"/>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835A801"/>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styleId="Pedmtkomente">
    <w:name w:val="annotation subject"/>
    <w:basedOn w:val="Textkomente"/>
    <w:next w:val="Textkomente"/>
    <w:link w:val="PedmtkomenteChar"/>
    <w:uiPriority w:val="99"/>
    <w:semiHidden/>
    <w:unhideWhenUsed/>
    <w:rsid w:val="00BA1360"/>
    <w:rPr>
      <w:b/>
      <w:bCs/>
    </w:rPr>
  </w:style>
  <w:style w:type="character" w:customStyle="1" w:styleId="PedmtkomenteChar">
    <w:name w:val="Předmět komentáře Char"/>
    <w:basedOn w:val="TextkomenteChar"/>
    <w:link w:val="Pedmtkomente"/>
    <w:uiPriority w:val="99"/>
    <w:semiHidden/>
    <w:rsid w:val="00BA13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5D77C3-2923-4011-94F3-F20822BA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168</TotalTime>
  <Pages>18</Pages>
  <Words>8176</Words>
  <Characters>48239</Characters>
  <Application>Microsoft Office Word</Application>
  <DocSecurity>0</DocSecurity>
  <Lines>401</Lines>
  <Paragraphs>112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35</cp:revision>
  <cp:lastPrinted>2019-02-22T13:28:00Z</cp:lastPrinted>
  <dcterms:created xsi:type="dcterms:W3CDTF">2020-01-27T11:44:00Z</dcterms:created>
  <dcterms:modified xsi:type="dcterms:W3CDTF">2022-09-02T07:07:00Z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